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3"/>
        <w:gridCol w:w="3627"/>
        <w:gridCol w:w="222"/>
        <w:gridCol w:w="1350"/>
      </w:tblGrid>
      <w:tr w:rsidR="00F01A2D" w:rsidRPr="00FC4A77" w14:paraId="03E7B3B6" w14:textId="77777777" w:rsidTr="00FC4A77">
        <w:tc>
          <w:tcPr>
            <w:tcW w:w="3873" w:type="dxa"/>
          </w:tcPr>
          <w:p w14:paraId="536FE559" w14:textId="77777777" w:rsidR="00F01A2D" w:rsidRPr="00FC4A77" w:rsidRDefault="00F01A2D" w:rsidP="00E0122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Ort"/>
            <w:tag w:val="Ort"/>
            <w:id w:val="-938831763"/>
            <w:placeholder>
              <w:docPart w:val="E00622BE8B7749158DFA30802FA58369"/>
            </w:placeholder>
            <w:text/>
          </w:sdtPr>
          <w:sdtEndPr/>
          <w:sdtContent>
            <w:tc>
              <w:tcPr>
                <w:tcW w:w="3627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06BE67EB" w14:textId="77777777" w:rsidR="00F01A2D" w:rsidRPr="00FC4A77" w:rsidRDefault="00F01A2D" w:rsidP="00E01229">
                <w:pPr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222" w:type="dxa"/>
            <w:shd w:val="clear" w:color="auto" w:fill="auto"/>
            <w:vAlign w:val="center"/>
          </w:tcPr>
          <w:p w14:paraId="51A55B04" w14:textId="77777777" w:rsidR="00F01A2D" w:rsidRPr="00FC4A77" w:rsidRDefault="00F01A2D" w:rsidP="00E01229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Datum"/>
            <w:tag w:val="Datum"/>
            <w:id w:val="790403578"/>
            <w:placeholder>
              <w:docPart w:val="DBD1F582D5B1415A9DDEE445244B48D1"/>
            </w:placeholder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350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4FA18E94" w14:textId="77777777" w:rsidR="00F01A2D" w:rsidRPr="00FC4A77" w:rsidRDefault="00F01A2D" w:rsidP="00E01229">
                <w:pPr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F01A2D" w:rsidRPr="00FC4A77" w14:paraId="7AB7CAE6" w14:textId="77777777" w:rsidTr="00FC4A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</w:tcPr>
          <w:p w14:paraId="6AE60ED4" w14:textId="77777777" w:rsidR="00F01A2D" w:rsidRPr="00FC4A77" w:rsidRDefault="00F01A2D" w:rsidP="00E0122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3C052" w14:textId="77777777" w:rsidR="00F01A2D" w:rsidRPr="00FC4A77" w:rsidRDefault="00F01A2D" w:rsidP="00E0122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Ort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485D371" w14:textId="77777777" w:rsidR="00F01A2D" w:rsidRPr="00FC4A77" w:rsidRDefault="00F01A2D" w:rsidP="00E0122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D8519" w14:textId="77777777" w:rsidR="00F01A2D" w:rsidRPr="00FC4A77" w:rsidRDefault="00F01A2D" w:rsidP="00E0122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Datum</w:t>
            </w:r>
          </w:p>
        </w:tc>
      </w:tr>
    </w:tbl>
    <w:p w14:paraId="2EB43A3F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4820"/>
      </w:tblGrid>
      <w:tr w:rsidR="00F01A2D" w:rsidRPr="00FC4A77" w14:paraId="412F4B3E" w14:textId="77777777" w:rsidTr="00F01A2D">
        <w:trPr>
          <w:trHeight w:hRule="exact" w:val="284"/>
        </w:trPr>
        <w:tc>
          <w:tcPr>
            <w:tcW w:w="2273" w:type="dxa"/>
          </w:tcPr>
          <w:p w14:paraId="16991AEA" w14:textId="47FEE3F8" w:rsidR="00F01A2D" w:rsidRPr="00FC4A77" w:rsidRDefault="00F01A2D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Sehr geehrte Familie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Familienname"/>
            <w:tag w:val="Familienname"/>
            <w:id w:val="175785811"/>
            <w:lock w:val="sdtLocked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4820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0AAA453F" w14:textId="6DC95EFD" w:rsidR="00F01A2D" w:rsidRPr="00FC4A77" w:rsidRDefault="00F01A2D" w:rsidP="00F01A2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F01A2D" w:rsidRPr="00FC4A77" w14:paraId="75A87E94" w14:textId="77777777" w:rsidTr="00F01A2D">
        <w:trPr>
          <w:trHeight w:hRule="exact" w:val="284"/>
        </w:trPr>
        <w:tc>
          <w:tcPr>
            <w:tcW w:w="2273" w:type="dxa"/>
          </w:tcPr>
          <w:p w14:paraId="581AF8C8" w14:textId="77777777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1DC6FB6E" w14:textId="5C0CE8E1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Familienname</w:t>
            </w:r>
          </w:p>
        </w:tc>
      </w:tr>
    </w:tbl>
    <w:p w14:paraId="6B32D738" w14:textId="77777777" w:rsidR="00F01A2D" w:rsidRPr="00FC4A77" w:rsidRDefault="00F01A2D" w:rsidP="00551A54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2693"/>
        <w:gridCol w:w="1134"/>
        <w:gridCol w:w="1525"/>
      </w:tblGrid>
      <w:tr w:rsidR="002D4583" w:rsidRPr="00FC4A77" w14:paraId="0BA01443" w14:textId="77777777" w:rsidTr="00551A54">
        <w:tc>
          <w:tcPr>
            <w:tcW w:w="2518" w:type="dxa"/>
          </w:tcPr>
          <w:p w14:paraId="59990A50" w14:textId="47A3A3CE" w:rsidR="00F01A2D" w:rsidRPr="00FC4A77" w:rsidRDefault="00F01A2D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Ihr Sohn/Ihre Tochter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Vorname Name"/>
            <w:tag w:val="Vorname Name"/>
            <w:id w:val="-332078071"/>
            <w:lock w:val="sdtLocked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4111" w:type="dxa"/>
                <w:gridSpan w:val="2"/>
                <w:tcBorders>
                  <w:bottom w:val="single" w:sz="4" w:space="0" w:color="auto"/>
                </w:tcBorders>
                <w:shd w:val="clear" w:color="auto" w:fill="FFFFCC"/>
              </w:tcPr>
              <w:p w14:paraId="5F2D97FF" w14:textId="49167428" w:rsidR="00F01A2D" w:rsidRPr="00FC4A77" w:rsidRDefault="00F01A2D" w:rsidP="00F01A2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1134" w:type="dxa"/>
          </w:tcPr>
          <w:p w14:paraId="732CF1EB" w14:textId="6F57F5A8" w:rsidR="00F01A2D" w:rsidRPr="00FC4A77" w:rsidRDefault="00F01A2D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, Klasse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Klasse"/>
            <w:tag w:val="Klasse"/>
            <w:id w:val="-490410894"/>
            <w:lock w:val="sdtLocked"/>
            <w:placeholder>
              <w:docPart w:val="90D17979F107497693CBAFFA40BF43A1"/>
            </w:placeholder>
            <w:text/>
          </w:sdtPr>
          <w:sdtEndPr/>
          <w:sdtContent>
            <w:tc>
              <w:tcPr>
                <w:tcW w:w="1525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1E49ADDF" w14:textId="1EEC605A" w:rsidR="00F01A2D" w:rsidRPr="00FC4A77" w:rsidRDefault="00F01A2D" w:rsidP="007B064D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551A54" w:rsidRPr="00FC4A77" w14:paraId="5966E237" w14:textId="77777777" w:rsidTr="00551A54">
        <w:tc>
          <w:tcPr>
            <w:tcW w:w="2518" w:type="dxa"/>
          </w:tcPr>
          <w:p w14:paraId="010B5BC5" w14:textId="1191AA4B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</w:tcPr>
          <w:p w14:paraId="2BCC3959" w14:textId="57F5C11A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Vorname Name</w:t>
            </w:r>
          </w:p>
        </w:tc>
        <w:tc>
          <w:tcPr>
            <w:tcW w:w="1134" w:type="dxa"/>
          </w:tcPr>
          <w:p w14:paraId="54C0DD08" w14:textId="77777777" w:rsidR="00F01A2D" w:rsidRPr="00FC4A77" w:rsidRDefault="00F01A2D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25" w:type="dxa"/>
            <w:tcBorders>
              <w:top w:val="single" w:sz="4" w:space="0" w:color="auto"/>
            </w:tcBorders>
          </w:tcPr>
          <w:p w14:paraId="05EC6838" w14:textId="1C940560" w:rsidR="00F01A2D" w:rsidRPr="00FC4A77" w:rsidRDefault="00F01A2D" w:rsidP="00F01A2D">
            <w:pPr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Klasse</w:t>
            </w:r>
          </w:p>
        </w:tc>
      </w:tr>
      <w:tr w:rsidR="00551A54" w:rsidRPr="00FC4A77" w14:paraId="19EA9CA6" w14:textId="77777777" w:rsidTr="00551A54">
        <w:tc>
          <w:tcPr>
            <w:tcW w:w="2518" w:type="dxa"/>
          </w:tcPr>
          <w:p w14:paraId="22D57B4B" w14:textId="77777777" w:rsidR="00551A54" w:rsidRPr="00FC4A77" w:rsidRDefault="00551A54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111" w:type="dxa"/>
            <w:gridSpan w:val="2"/>
          </w:tcPr>
          <w:p w14:paraId="72E7C123" w14:textId="77777777" w:rsidR="00551A54" w:rsidRPr="00FC4A77" w:rsidRDefault="00551A54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</w:tcPr>
          <w:p w14:paraId="3FE95433" w14:textId="77777777" w:rsidR="00551A54" w:rsidRPr="00FC4A77" w:rsidRDefault="00551A54" w:rsidP="007B064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25" w:type="dxa"/>
          </w:tcPr>
          <w:p w14:paraId="7550055C" w14:textId="77777777" w:rsidR="00551A54" w:rsidRPr="00FC4A77" w:rsidRDefault="00551A54" w:rsidP="00F01A2D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D4583" w:rsidRPr="00FC4A77" w14:paraId="233DDD6E" w14:textId="77777777" w:rsidTr="00FC4A77">
        <w:tc>
          <w:tcPr>
            <w:tcW w:w="2518" w:type="dxa"/>
            <w:tcMar>
              <w:right w:w="0" w:type="dxa"/>
            </w:tcMar>
          </w:tcPr>
          <w:p w14:paraId="2D7BBF6D" w14:textId="4CF5A432" w:rsidR="002D4583" w:rsidRPr="00FC4A77" w:rsidRDefault="002D4583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 xml:space="preserve">wurde im Schuljahr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Schuljahr"/>
            <w:tag w:val="Schuljahr"/>
            <w:id w:val="1522119889"/>
            <w:lock w:val="sdtLocked"/>
            <w:placeholder>
              <w:docPart w:val="49FD4667D0BE41F8AE8A54EB79CCBD9E"/>
            </w:placeholder>
            <w:text/>
          </w:sdtPr>
          <w:sdtEndPr/>
          <w:sdtContent>
            <w:tc>
              <w:tcPr>
                <w:tcW w:w="1418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7F6B88B1" w14:textId="0755A5FA" w:rsidR="002D4583" w:rsidRPr="00FC4A77" w:rsidRDefault="002D4583" w:rsidP="002D4583">
                <w:pPr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5352" w:type="dxa"/>
            <w:gridSpan w:val="3"/>
            <w:tcMar>
              <w:right w:w="0" w:type="dxa"/>
            </w:tcMar>
          </w:tcPr>
          <w:p w14:paraId="3E357107" w14:textId="74C9CF4B" w:rsidR="002D4583" w:rsidRPr="00FC4A77" w:rsidRDefault="002D4583" w:rsidP="002D4583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 xml:space="preserve">in einer Deutschklasse unterrichtet </w:t>
            </w:r>
          </w:p>
        </w:tc>
      </w:tr>
      <w:tr w:rsidR="002D4583" w:rsidRPr="00FC4A77" w14:paraId="5759B78F" w14:textId="77777777" w:rsidTr="00FC4A77">
        <w:tc>
          <w:tcPr>
            <w:tcW w:w="2518" w:type="dxa"/>
            <w:tcMar>
              <w:right w:w="0" w:type="dxa"/>
            </w:tcMar>
          </w:tcPr>
          <w:p w14:paraId="03D963CB" w14:textId="77777777" w:rsidR="002D4583" w:rsidRPr="00FC4A77" w:rsidRDefault="002D4583" w:rsidP="007B06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5D60EBB" w14:textId="2AEDB839" w:rsidR="002D4583" w:rsidRPr="00FC4A77" w:rsidRDefault="002D4583" w:rsidP="002D458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C4A77">
              <w:rPr>
                <w:rFonts w:ascii="Arial" w:hAnsi="Arial" w:cs="Arial"/>
                <w:sz w:val="12"/>
                <w:szCs w:val="12"/>
              </w:rPr>
              <w:t>Schuljahr</w:t>
            </w:r>
          </w:p>
        </w:tc>
        <w:tc>
          <w:tcPr>
            <w:tcW w:w="5352" w:type="dxa"/>
            <w:gridSpan w:val="3"/>
            <w:tcMar>
              <w:right w:w="0" w:type="dxa"/>
            </w:tcMar>
          </w:tcPr>
          <w:p w14:paraId="3FFFE750" w14:textId="7D2260EF" w:rsidR="002D4583" w:rsidRPr="00FC4A77" w:rsidRDefault="002D4583" w:rsidP="007B064D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und besucht nun eine Regelklasse.</w:t>
            </w:r>
          </w:p>
        </w:tc>
      </w:tr>
    </w:tbl>
    <w:p w14:paraId="40B3C733" w14:textId="77777777" w:rsidR="007B064D" w:rsidRPr="00FC4A77" w:rsidRDefault="007B064D" w:rsidP="00551A54">
      <w:pPr>
        <w:spacing w:line="240" w:lineRule="auto"/>
        <w:rPr>
          <w:rFonts w:ascii="Arial" w:hAnsi="Arial" w:cs="Arial"/>
          <w:sz w:val="24"/>
          <w:szCs w:val="24"/>
        </w:rPr>
      </w:pPr>
    </w:p>
    <w:p w14:paraId="47DE8760" w14:textId="3A532EEB" w:rsidR="007B064D" w:rsidRPr="00FC4A77" w:rsidRDefault="007B064D" w:rsidP="002D4583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Für ehemalige Deutschklassenschüler ist der Wechsel in eine Regelklasse oft nicht einfach. Die Texte in den Fächern Deutsch, GSE und PCB werden immer schwieri</w:t>
      </w:r>
      <w:r w:rsidR="00FC4A77">
        <w:rPr>
          <w:rFonts w:ascii="Arial" w:hAnsi="Arial" w:cs="Arial"/>
          <w:sz w:val="24"/>
          <w:szCs w:val="24"/>
        </w:rPr>
        <w:t>-</w:t>
      </w:r>
      <w:r w:rsidRPr="00FC4A77">
        <w:rPr>
          <w:rFonts w:ascii="Arial" w:hAnsi="Arial" w:cs="Arial"/>
          <w:sz w:val="24"/>
          <w:szCs w:val="24"/>
        </w:rPr>
        <w:t xml:space="preserve">ger und länger. Die neuen Mitschüler sprechen und verstehen die deutsche Sprache meist viel besser. Als Lehrer/in weiß ich, dass das Erlernen der deutschen Sprache viel Zeit braucht. Mir ist es auch sehr wichtig, dass Ihr Kind gerne und mit Freude in die Schule geht. </w:t>
      </w:r>
    </w:p>
    <w:p w14:paraId="6D3BA177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23AE331D" w14:textId="77777777" w:rsidR="007B064D" w:rsidRPr="00FC4A77" w:rsidRDefault="007B064D" w:rsidP="002D4583">
      <w:pPr>
        <w:ind w:right="-567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 xml:space="preserve">Für ehemalige Deutschklassenschüler gibt es deshalb einige Hilfen und Unterstützungsangebote. </w:t>
      </w:r>
    </w:p>
    <w:p w14:paraId="7C60FC01" w14:textId="77777777" w:rsidR="008E5937" w:rsidRPr="00FC4A77" w:rsidRDefault="008E5937" w:rsidP="007B064D">
      <w:pPr>
        <w:rPr>
          <w:rFonts w:ascii="Arial" w:hAnsi="Arial" w:cs="Arial"/>
          <w:sz w:val="24"/>
          <w:szCs w:val="24"/>
        </w:rPr>
      </w:pPr>
    </w:p>
    <w:p w14:paraId="296A329A" w14:textId="40E62A00" w:rsidR="007B064D" w:rsidRPr="00FC4A77" w:rsidRDefault="007B064D" w:rsidP="007B064D">
      <w:pPr>
        <w:rPr>
          <w:rFonts w:ascii="Arial" w:hAnsi="Arial" w:cs="Arial"/>
          <w:b/>
          <w:sz w:val="24"/>
          <w:szCs w:val="24"/>
        </w:rPr>
      </w:pPr>
      <w:r w:rsidRPr="00FC4A77">
        <w:rPr>
          <w:rFonts w:ascii="Arial" w:hAnsi="Arial" w:cs="Arial"/>
          <w:b/>
          <w:sz w:val="24"/>
          <w:szCs w:val="24"/>
        </w:rPr>
        <w:t>1) Notenverzicht bei ehemaligen Deutschklassenschüler</w:t>
      </w:r>
      <w:r w:rsidR="007B124D" w:rsidRPr="00FC4A77">
        <w:rPr>
          <w:rFonts w:ascii="Arial" w:hAnsi="Arial" w:cs="Arial"/>
          <w:b/>
          <w:sz w:val="24"/>
          <w:szCs w:val="24"/>
        </w:rPr>
        <w:t>n</w:t>
      </w:r>
    </w:p>
    <w:p w14:paraId="6A2404E6" w14:textId="243BBAC6" w:rsidR="007B064D" w:rsidRPr="00FC4A77" w:rsidRDefault="007B064D" w:rsidP="002D4583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Notenverzicht bedeutet, dass die Schülerinnen und Schüler alle Proben mitschrei</w:t>
      </w:r>
      <w:r w:rsidR="00FC4A77">
        <w:rPr>
          <w:rFonts w:ascii="Arial" w:hAnsi="Arial" w:cs="Arial"/>
          <w:sz w:val="24"/>
          <w:szCs w:val="24"/>
        </w:rPr>
        <w:t>-</w:t>
      </w:r>
      <w:r w:rsidRPr="00FC4A77">
        <w:rPr>
          <w:rFonts w:ascii="Arial" w:hAnsi="Arial" w:cs="Arial"/>
          <w:sz w:val="24"/>
          <w:szCs w:val="24"/>
        </w:rPr>
        <w:t xml:space="preserve">ben, aber </w:t>
      </w:r>
      <w:r w:rsidR="007B124D" w:rsidRPr="00FC4A77">
        <w:rPr>
          <w:rFonts w:ascii="Arial" w:hAnsi="Arial" w:cs="Arial"/>
          <w:sz w:val="24"/>
          <w:szCs w:val="24"/>
        </w:rPr>
        <w:t xml:space="preserve">vorübergehend </w:t>
      </w:r>
      <w:r w:rsidRPr="00FC4A77">
        <w:rPr>
          <w:rFonts w:ascii="Arial" w:hAnsi="Arial" w:cs="Arial"/>
          <w:sz w:val="24"/>
          <w:szCs w:val="24"/>
        </w:rPr>
        <w:t xml:space="preserve">keine Noten erhalten. Auch im Zeugnis bekommen diese Schülerinnen und Schüler keine Note.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2551"/>
        <w:gridCol w:w="851"/>
        <w:gridCol w:w="2659"/>
      </w:tblGrid>
      <w:tr w:rsidR="005253D3" w:rsidRPr="00FC4A77" w14:paraId="5E7B3B99" w14:textId="77777777" w:rsidTr="00FC4A77">
        <w:trPr>
          <w:trHeight w:hRule="exact" w:val="340"/>
        </w:trPr>
        <w:tc>
          <w:tcPr>
            <w:tcW w:w="5778" w:type="dxa"/>
            <w:gridSpan w:val="3"/>
          </w:tcPr>
          <w:p w14:paraId="06C5AAB5" w14:textId="7CA5EB7E" w:rsidR="002D4583" w:rsidRPr="00FC4A77" w:rsidRDefault="002D4583" w:rsidP="007B06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A77">
              <w:rPr>
                <w:rFonts w:ascii="Arial" w:hAnsi="Arial" w:cs="Arial"/>
                <w:b/>
                <w:sz w:val="24"/>
                <w:szCs w:val="24"/>
              </w:rPr>
              <w:t xml:space="preserve">Wichtig: </w:t>
            </w:r>
            <w:r w:rsidRPr="00FC4A77">
              <w:rPr>
                <w:rFonts w:ascii="Arial" w:hAnsi="Arial" w:cs="Arial"/>
                <w:sz w:val="24"/>
                <w:szCs w:val="24"/>
              </w:rPr>
              <w:t>Wenn Note</w:t>
            </w:r>
            <w:r w:rsidR="005253D3" w:rsidRPr="00FC4A77">
              <w:rPr>
                <w:rFonts w:ascii="Arial" w:hAnsi="Arial" w:cs="Arial"/>
                <w:sz w:val="24"/>
                <w:szCs w:val="24"/>
              </w:rPr>
              <w:t xml:space="preserve">n im Zwischenzeugnis (Februar 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alias w:val="Jahr"/>
            <w:tag w:val="Jahr"/>
            <w:id w:val="-1564253207"/>
            <w:lock w:val="sdtLocked"/>
            <w:placeholder>
              <w:docPart w:val="DefaultPlaceholder_1082065159"/>
            </w:placeholder>
            <w:comboBox>
              <w:listItem w:displayText="2019" w:value="2019"/>
              <w:listItem w:displayText="2020" w:value="2020"/>
              <w:listItem w:displayText="2021" w:value="2021"/>
              <w:listItem w:displayText="2022" w:value="2022"/>
              <w:listItem w:displayText="2023" w:value="2023"/>
              <w:listItem w:displayText="2024" w:value="2024"/>
              <w:listItem w:displayText="2025" w:value="2025"/>
              <w:listItem w:displayText="2026" w:value="2026"/>
              <w:listItem w:displayText="2027" w:value="2027"/>
              <w:listItem w:displayText="2028" w:value="2028"/>
              <w:listItem w:displayText="2029" w:value="2029"/>
            </w:combo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683289FD" w14:textId="0E746977" w:rsidR="002D4583" w:rsidRPr="00FC4A77" w:rsidRDefault="00FC4A77" w:rsidP="00FC4A77">
                <w:pPr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2659" w:type="dxa"/>
          </w:tcPr>
          <w:p w14:paraId="75E49D80" w14:textId="34DCFC93" w:rsidR="002D4583" w:rsidRPr="00FC4A77" w:rsidRDefault="005253D3" w:rsidP="007B06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>) oder im</w:t>
            </w:r>
          </w:p>
        </w:tc>
      </w:tr>
      <w:tr w:rsidR="005253D3" w:rsidRPr="00FC4A77" w14:paraId="62CE441D" w14:textId="77777777" w:rsidTr="00FC4A77">
        <w:trPr>
          <w:trHeight w:hRule="exact" w:val="340"/>
        </w:trPr>
        <w:tc>
          <w:tcPr>
            <w:tcW w:w="2376" w:type="dxa"/>
          </w:tcPr>
          <w:p w14:paraId="38AA3F6A" w14:textId="2BCCD2CC" w:rsidR="002D4583" w:rsidRPr="00FC4A77" w:rsidRDefault="005253D3" w:rsidP="005253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 xml:space="preserve">Jahreszeugnis (Juli 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alias w:val="Jahr"/>
            <w:tag w:val="Jahr"/>
            <w:id w:val="-1118060519"/>
            <w:placeholder>
              <w:docPart w:val="28FCD99F93534E47BD6C2A297384D91F"/>
            </w:placeholder>
            <w:comboBox>
              <w:listItem w:displayText="2019" w:value="2019"/>
              <w:listItem w:displayText="2020" w:value="2020"/>
              <w:listItem w:displayText="2021" w:value="2021"/>
              <w:listItem w:displayText="2022" w:value="2022"/>
              <w:listItem w:displayText="2023" w:value="2023"/>
              <w:listItem w:displayText="2024" w:value="2024"/>
              <w:listItem w:displayText="2025" w:value="2025"/>
              <w:listItem w:displayText="2026" w:value="2026"/>
              <w:listItem w:displayText="2027" w:value="2027"/>
              <w:listItem w:displayText="2028" w:value="2028"/>
              <w:listItem w:displayText="2029" w:value="2029"/>
            </w:combo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764F8F62" w14:textId="419356AB" w:rsidR="002D4583" w:rsidRPr="00FC4A77" w:rsidRDefault="00FC4A77" w:rsidP="00FC4A77">
                <w:pPr>
                  <w:jc w:val="center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6061" w:type="dxa"/>
            <w:gridSpan w:val="3"/>
          </w:tcPr>
          <w:p w14:paraId="653CA68C" w14:textId="67747BDE" w:rsidR="002D4583" w:rsidRPr="00FC4A77" w:rsidRDefault="005253D3" w:rsidP="00FC4A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C4A77">
              <w:rPr>
                <w:rFonts w:ascii="Arial" w:hAnsi="Arial" w:cs="Arial"/>
                <w:sz w:val="24"/>
                <w:szCs w:val="24"/>
              </w:rPr>
              <w:t xml:space="preserve">) fehlen, kann </w:t>
            </w:r>
            <w:r w:rsidRPr="00FC4A77">
              <w:rPr>
                <w:rFonts w:ascii="Arial" w:hAnsi="Arial" w:cs="Arial"/>
                <w:b/>
                <w:sz w:val="24"/>
                <w:szCs w:val="24"/>
                <w:u w:val="single"/>
              </w:rPr>
              <w:t>kein Übertritt</w:t>
            </w:r>
            <w:r w:rsidRPr="00FC4A77">
              <w:rPr>
                <w:rFonts w:ascii="Arial" w:hAnsi="Arial" w:cs="Arial"/>
                <w:sz w:val="24"/>
                <w:szCs w:val="24"/>
              </w:rPr>
              <w:t xml:space="preserve"> an eine weiterführende </w:t>
            </w:r>
          </w:p>
        </w:tc>
      </w:tr>
      <w:tr w:rsidR="005253D3" w:rsidRPr="00FC4A77" w14:paraId="3EABDE68" w14:textId="77777777" w:rsidTr="005253D3">
        <w:trPr>
          <w:trHeight w:hRule="exact" w:val="340"/>
        </w:trPr>
        <w:tc>
          <w:tcPr>
            <w:tcW w:w="9288" w:type="dxa"/>
            <w:gridSpan w:val="5"/>
          </w:tcPr>
          <w:p w14:paraId="0BCC7B89" w14:textId="22FEC383" w:rsidR="005253D3" w:rsidRPr="00FC4A77" w:rsidRDefault="00FC4A77" w:rsidP="007B064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Schule </w:t>
            </w:r>
            <w:r w:rsidR="005253D3" w:rsidRPr="00FC4A77">
              <w:rPr>
                <w:rFonts w:ascii="Arial" w:hAnsi="Arial" w:cs="Arial"/>
                <w:sz w:val="24"/>
                <w:szCs w:val="24"/>
              </w:rPr>
              <w:t>(M-Klasse, Wirtschaftsschule, Realschule, Gymnasium) erfolgen.</w:t>
            </w:r>
          </w:p>
        </w:tc>
      </w:tr>
    </w:tbl>
    <w:p w14:paraId="65F4D374" w14:textId="77777777" w:rsidR="008E5937" w:rsidRPr="00FC4A77" w:rsidRDefault="008E5937" w:rsidP="007B064D">
      <w:pPr>
        <w:rPr>
          <w:rFonts w:ascii="Arial" w:hAnsi="Arial" w:cs="Arial"/>
          <w:b/>
          <w:sz w:val="24"/>
          <w:szCs w:val="24"/>
        </w:rPr>
      </w:pPr>
    </w:p>
    <w:p w14:paraId="14A711D6" w14:textId="77777777" w:rsidR="007B064D" w:rsidRPr="00FC4A77" w:rsidRDefault="007B064D" w:rsidP="007B064D">
      <w:pPr>
        <w:rPr>
          <w:rFonts w:ascii="Arial" w:hAnsi="Arial" w:cs="Arial"/>
          <w:b/>
          <w:sz w:val="24"/>
          <w:szCs w:val="24"/>
        </w:rPr>
      </w:pPr>
      <w:r w:rsidRPr="00FC4A77">
        <w:rPr>
          <w:rFonts w:ascii="Arial" w:hAnsi="Arial" w:cs="Arial"/>
          <w:b/>
          <w:sz w:val="24"/>
          <w:szCs w:val="24"/>
        </w:rPr>
        <w:t>2) Note im Fach Deutsch als Zweitsprache (DaZ)</w:t>
      </w:r>
    </w:p>
    <w:p w14:paraId="6863EA6C" w14:textId="5150E0D4" w:rsidR="007B064D" w:rsidRPr="00FC4A77" w:rsidRDefault="007B064D" w:rsidP="00E830B1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Ehemalige Deutschklassenschüler bekommen eine Note im Fach Deutsch als Zweit</w:t>
      </w:r>
      <w:r w:rsidR="00E830B1">
        <w:rPr>
          <w:rFonts w:ascii="Arial" w:hAnsi="Arial" w:cs="Arial"/>
          <w:sz w:val="24"/>
          <w:szCs w:val="24"/>
        </w:rPr>
        <w:t>-</w:t>
      </w:r>
      <w:r w:rsidRPr="00FC4A77">
        <w:rPr>
          <w:rFonts w:ascii="Arial" w:hAnsi="Arial" w:cs="Arial"/>
          <w:sz w:val="24"/>
          <w:szCs w:val="24"/>
        </w:rPr>
        <w:t>sprache. Die Proben im Fach Deutsch als Zweitsprache sind leichter als im Fach Deutsch, sind an den Inhalten des Lehrplans „Deutsch als Zweitsprache“ ausge</w:t>
      </w:r>
      <w:r w:rsidR="00E830B1">
        <w:rPr>
          <w:rFonts w:ascii="Arial" w:hAnsi="Arial" w:cs="Arial"/>
          <w:sz w:val="24"/>
          <w:szCs w:val="24"/>
        </w:rPr>
        <w:t>-</w:t>
      </w:r>
      <w:r w:rsidRPr="00FC4A77">
        <w:rPr>
          <w:rFonts w:ascii="Arial" w:hAnsi="Arial" w:cs="Arial"/>
          <w:sz w:val="24"/>
          <w:szCs w:val="24"/>
        </w:rPr>
        <w:t>richtet. Schüler, die höchstens seit 6 Jahren eine Schule in Deutschland besuchen, haben die Möglichkeit</w:t>
      </w:r>
      <w:r w:rsidR="007454ED">
        <w:rPr>
          <w:rFonts w:ascii="Arial" w:hAnsi="Arial" w:cs="Arial"/>
          <w:sz w:val="24"/>
          <w:szCs w:val="24"/>
        </w:rPr>
        <w:t>,</w:t>
      </w:r>
      <w:r w:rsidRPr="00FC4A77">
        <w:rPr>
          <w:rFonts w:ascii="Arial" w:hAnsi="Arial" w:cs="Arial"/>
          <w:sz w:val="24"/>
          <w:szCs w:val="24"/>
        </w:rPr>
        <w:t xml:space="preserve"> eine Note im Fach Deutsch als Zweitsprache zu bekommen. </w:t>
      </w:r>
    </w:p>
    <w:p w14:paraId="6F4D9CC1" w14:textId="26CE066D" w:rsidR="00E830B1" w:rsidRDefault="007B064D" w:rsidP="00E830B1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Nur auf Antrag ist es möglich</w:t>
      </w:r>
      <w:r w:rsidR="007454ED">
        <w:rPr>
          <w:rFonts w:ascii="Arial" w:hAnsi="Arial" w:cs="Arial"/>
          <w:sz w:val="24"/>
          <w:szCs w:val="24"/>
        </w:rPr>
        <w:t>,</w:t>
      </w:r>
      <w:r w:rsidRPr="00FC4A77">
        <w:rPr>
          <w:rFonts w:ascii="Arial" w:hAnsi="Arial" w:cs="Arial"/>
          <w:sz w:val="24"/>
          <w:szCs w:val="24"/>
        </w:rPr>
        <w:t xml:space="preserve"> doch eine Note im Fach Deutsch zu bekommen</w:t>
      </w:r>
      <w:r w:rsidR="007B124D" w:rsidRPr="00FC4A77">
        <w:rPr>
          <w:rFonts w:ascii="Arial" w:hAnsi="Arial" w:cs="Arial"/>
          <w:sz w:val="24"/>
          <w:szCs w:val="24"/>
        </w:rPr>
        <w:t xml:space="preserve">, </w:t>
      </w:r>
      <w:r w:rsidR="00E53D8D" w:rsidRPr="00FC4A77">
        <w:rPr>
          <w:rFonts w:ascii="Arial" w:hAnsi="Arial" w:cs="Arial"/>
          <w:sz w:val="24"/>
          <w:szCs w:val="24"/>
        </w:rPr>
        <w:t>wenn neben einem Unterricht im Fach Deutsch als Zweitsprache der reguläre Deutsch</w:t>
      </w:r>
      <w:r w:rsidR="00E830B1">
        <w:rPr>
          <w:rFonts w:ascii="Arial" w:hAnsi="Arial" w:cs="Arial"/>
          <w:sz w:val="24"/>
          <w:szCs w:val="24"/>
        </w:rPr>
        <w:t>-</w:t>
      </w:r>
      <w:r w:rsidR="00E53D8D" w:rsidRPr="00FC4A77">
        <w:rPr>
          <w:rFonts w:ascii="Arial" w:hAnsi="Arial" w:cs="Arial"/>
          <w:sz w:val="24"/>
          <w:szCs w:val="24"/>
        </w:rPr>
        <w:t xml:space="preserve">unterricht zumindest teilweise besucht wurde. </w:t>
      </w:r>
    </w:p>
    <w:p w14:paraId="7DD69E47" w14:textId="1B5C5021" w:rsidR="008E5937" w:rsidRPr="00FC4A77" w:rsidRDefault="00E53D8D" w:rsidP="00E830B1">
      <w:pPr>
        <w:jc w:val="both"/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(Anmerkung: vgl. § 1</w:t>
      </w:r>
      <w:r w:rsidR="00A878CA">
        <w:rPr>
          <w:rFonts w:ascii="Arial" w:hAnsi="Arial" w:cs="Arial"/>
          <w:sz w:val="24"/>
          <w:szCs w:val="24"/>
        </w:rPr>
        <w:t>8</w:t>
      </w:r>
      <w:r w:rsidRPr="00FC4A77">
        <w:rPr>
          <w:rFonts w:ascii="Arial" w:hAnsi="Arial" w:cs="Arial"/>
          <w:sz w:val="24"/>
          <w:szCs w:val="24"/>
        </w:rPr>
        <w:t xml:space="preserve"> Abs. 3 </w:t>
      </w:r>
      <w:r w:rsidR="00A878CA">
        <w:rPr>
          <w:rFonts w:ascii="Arial" w:hAnsi="Arial" w:cs="Arial"/>
          <w:sz w:val="24"/>
          <w:szCs w:val="24"/>
        </w:rPr>
        <w:t>M</w:t>
      </w:r>
      <w:bookmarkStart w:id="0" w:name="_GoBack"/>
      <w:bookmarkEnd w:id="0"/>
      <w:r w:rsidRPr="00FC4A77">
        <w:rPr>
          <w:rFonts w:ascii="Arial" w:hAnsi="Arial" w:cs="Arial"/>
          <w:sz w:val="24"/>
          <w:szCs w:val="24"/>
        </w:rPr>
        <w:t>SO)</w:t>
      </w:r>
      <w:r w:rsidR="00FC4A77">
        <w:rPr>
          <w:rFonts w:ascii="Arial" w:hAnsi="Arial" w:cs="Arial"/>
          <w:sz w:val="24"/>
          <w:szCs w:val="24"/>
        </w:rPr>
        <w:t xml:space="preserve"> </w:t>
      </w:r>
      <w:r w:rsidR="008E5937" w:rsidRPr="00FC4A77">
        <w:rPr>
          <w:rFonts w:ascii="Arial" w:hAnsi="Arial" w:cs="Arial"/>
          <w:sz w:val="24"/>
          <w:szCs w:val="24"/>
        </w:rPr>
        <w:br w:type="page"/>
      </w:r>
    </w:p>
    <w:p w14:paraId="160F59CD" w14:textId="77777777" w:rsidR="008E5937" w:rsidRPr="00FC4A77" w:rsidRDefault="008E5937" w:rsidP="007B064D">
      <w:pPr>
        <w:rPr>
          <w:rFonts w:ascii="Arial" w:hAnsi="Arial" w:cs="Arial"/>
          <w:sz w:val="24"/>
          <w:szCs w:val="24"/>
        </w:rPr>
      </w:pPr>
    </w:p>
    <w:p w14:paraId="5611F542" w14:textId="77777777" w:rsidR="00DE4A9E" w:rsidRDefault="00DE4A9E" w:rsidP="007B064D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3E2DD2C" w14:textId="77777777" w:rsidR="007B064D" w:rsidRPr="00FC4A77" w:rsidRDefault="007B064D" w:rsidP="007B064D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C4A77">
        <w:rPr>
          <w:rFonts w:ascii="Arial" w:hAnsi="Arial" w:cs="Arial"/>
          <w:b/>
          <w:sz w:val="24"/>
          <w:szCs w:val="24"/>
        </w:rPr>
        <w:t xml:space="preserve">Wir schlagen für Ihren Sohn / Ihre Tochter vor: </w:t>
      </w:r>
    </w:p>
    <w:p w14:paraId="1C74E4CE" w14:textId="77777777" w:rsidR="008E5937" w:rsidRPr="00FC4A77" w:rsidRDefault="008E5937" w:rsidP="007B064D">
      <w:pPr>
        <w:spacing w:line="36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18"/>
        <w:gridCol w:w="274"/>
        <w:gridCol w:w="1606"/>
        <w:gridCol w:w="259"/>
        <w:gridCol w:w="1801"/>
        <w:gridCol w:w="274"/>
        <w:gridCol w:w="1905"/>
        <w:gridCol w:w="283"/>
        <w:gridCol w:w="2700"/>
      </w:tblGrid>
      <w:tr w:rsidR="008E5937" w:rsidRPr="00FC4A77" w14:paraId="5476AA90" w14:textId="77777777" w:rsidTr="00551A54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1357320276"/>
            <w:lock w:val="sdtLocked"/>
            <w:placeholder>
              <w:docPart w:val="1911EDE8565E493FA5F36E495F334BF3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93CEB00" w14:textId="38C55A00" w:rsidR="008E5937" w:rsidRPr="00FC4A77" w:rsidRDefault="00CA6EF1" w:rsidP="00CA6EF1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4F784833" w14:textId="72A108B6" w:rsidR="008E5937" w:rsidRPr="00FC4A77" w:rsidRDefault="008E5937" w:rsidP="00E01229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>Note im Fach DaZ</w:t>
            </w:r>
          </w:p>
        </w:tc>
      </w:tr>
      <w:tr w:rsidR="008E5937" w:rsidRPr="00FC4A77" w14:paraId="4EA25FE3" w14:textId="77777777" w:rsidTr="00883B0F">
        <w:trPr>
          <w:trHeight w:hRule="exact" w:val="567"/>
        </w:trPr>
        <w:tc>
          <w:tcPr>
            <w:tcW w:w="9375" w:type="dxa"/>
            <w:gridSpan w:val="10"/>
            <w:shd w:val="clear" w:color="auto" w:fill="auto"/>
            <w:vAlign w:val="center"/>
          </w:tcPr>
          <w:p w14:paraId="1618C09F" w14:textId="77777777" w:rsidR="008E5937" w:rsidRPr="00FC4A77" w:rsidRDefault="008E5937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8E5937" w:rsidRPr="00FC4A77" w14:paraId="49CD90A4" w14:textId="77777777" w:rsidTr="00883B0F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-526482730"/>
            <w:lock w:val="sdtLocked"/>
            <w:placeholder>
              <w:docPart w:val="C8301162878F4E70BC7A8AA767574336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75A5A80" w14:textId="68F17E1B" w:rsidR="008E5937" w:rsidRPr="00FC4A77" w:rsidRDefault="008E5937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604ECAF9" w14:textId="08EE6B60" w:rsidR="008E5937" w:rsidRPr="00FC4A77" w:rsidRDefault="008E5937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n</w:t>
            </w:r>
            <w:r w:rsidRPr="00FC4A77">
              <w:rPr>
                <w:sz w:val="24"/>
              </w:rPr>
              <w:t xml:space="preserve">och </w:t>
            </w:r>
            <w:r w:rsidRPr="00FC4A77">
              <w:rPr>
                <w:b/>
                <w:sz w:val="24"/>
              </w:rPr>
              <w:t xml:space="preserve">keine </w:t>
            </w:r>
            <w:r w:rsidRPr="00FC4A77">
              <w:rPr>
                <w:sz w:val="24"/>
              </w:rPr>
              <w:t>Note im folgenden Fach:</w:t>
            </w:r>
          </w:p>
        </w:tc>
      </w:tr>
      <w:tr w:rsidR="008E5937" w:rsidRPr="00FC4A77" w14:paraId="5C139230" w14:textId="77777777" w:rsidTr="00883B0F">
        <w:trPr>
          <w:trHeight w:hRule="exact" w:val="284"/>
        </w:trPr>
        <w:tc>
          <w:tcPr>
            <w:tcW w:w="9375" w:type="dxa"/>
            <w:gridSpan w:val="10"/>
            <w:shd w:val="clear" w:color="auto" w:fill="auto"/>
            <w:vAlign w:val="center"/>
          </w:tcPr>
          <w:p w14:paraId="1EC3E421" w14:textId="77777777" w:rsidR="008E5937" w:rsidRPr="00FC4A77" w:rsidRDefault="008E5937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883B0F" w:rsidRPr="00FC4A77" w14:paraId="7DD78B2C" w14:textId="77777777" w:rsidTr="00AC784D">
        <w:trPr>
          <w:trHeight w:hRule="exact" w:val="284"/>
        </w:trPr>
        <w:tc>
          <w:tcPr>
            <w:tcW w:w="27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0FF4E3" w14:textId="77777777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1647695929"/>
            <w:lock w:val="sdtLocked"/>
            <w:placeholder>
              <w:docPart w:val="60B280880E6D47EC86E8168C32FAD4F3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C328740" w14:textId="616ED5A4" w:rsidR="00883B0F" w:rsidRPr="00FC4A77" w:rsidRDefault="00883B0F" w:rsidP="00883B0F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7379" w14:textId="3C80AC0F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 xml:space="preserve"> Mathematik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1151603200"/>
            <w:lock w:val="sdtLocked"/>
            <w:placeholder>
              <w:docPart w:val="5EC3350E812045879C1EF15963DD3B99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2009BEE7" w14:textId="74ED7D8B" w:rsidR="00883B0F" w:rsidRPr="00FC4A77" w:rsidRDefault="00883B0F" w:rsidP="00883B0F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6482" w14:textId="42119AF0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 xml:space="preserve"> Englisch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1596987181"/>
            <w:lock w:val="sdtLocked"/>
            <w:placeholder>
              <w:docPart w:val="AA27A3001F6F41F39C8BAF62E6D5CF20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1E3598BC" w14:textId="2E7D9593" w:rsidR="00883B0F" w:rsidRPr="00FC4A77" w:rsidRDefault="00883B0F" w:rsidP="00883B0F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1F0B" w14:textId="1B576F0B" w:rsidR="00883B0F" w:rsidRPr="00FC4A77" w:rsidRDefault="00A62349" w:rsidP="00E01229">
            <w:pPr>
              <w:pStyle w:val="Textkrp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883B0F" w:rsidRPr="00FC4A77">
              <w:rPr>
                <w:bCs/>
                <w:sz w:val="24"/>
              </w:rPr>
              <w:t>PCB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324563844"/>
            <w:lock w:val="sdtLocked"/>
            <w:placeholder>
              <w:docPart w:val="A7DA3375FA5D4C258B1AB05918A5538E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1C81102" w14:textId="7D7AC700" w:rsidR="00883B0F" w:rsidRPr="00FC4A77" w:rsidRDefault="00883B0F" w:rsidP="00883B0F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EB02CF" w14:textId="5BDF29E7" w:rsidR="00883B0F" w:rsidRPr="00FC4A77" w:rsidRDefault="00A62349" w:rsidP="00E01229">
            <w:pPr>
              <w:pStyle w:val="Textkrp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883B0F" w:rsidRPr="00FC4A77">
              <w:rPr>
                <w:bCs/>
                <w:sz w:val="24"/>
              </w:rPr>
              <w:t>GSE</w:t>
            </w:r>
          </w:p>
        </w:tc>
      </w:tr>
    </w:tbl>
    <w:p w14:paraId="4B7A7213" w14:textId="77777777" w:rsidR="008E5937" w:rsidRPr="00FC4A77" w:rsidRDefault="008E5937" w:rsidP="007B064D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B792C64" w14:textId="77777777" w:rsidR="007B064D" w:rsidRPr="00FC4A77" w:rsidRDefault="007B064D" w:rsidP="007B064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2A8BDDD" w14:textId="04110E4A" w:rsidR="007B064D" w:rsidRPr="00FC4A77" w:rsidRDefault="006737F7" w:rsidP="007B064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C4A77">
        <w:rPr>
          <w:rFonts w:ascii="Arial" w:hAnsi="Arial" w:cs="Arial"/>
          <w:b/>
          <w:bCs/>
          <w:sz w:val="24"/>
          <w:szCs w:val="24"/>
        </w:rPr>
        <w:t>Die Notenaussetzung…</w:t>
      </w: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9120"/>
      </w:tblGrid>
      <w:tr w:rsidR="00883B0F" w:rsidRPr="00FC4A77" w14:paraId="40F65834" w14:textId="77777777" w:rsidTr="00883B0F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1850609620"/>
            <w:lock w:val="sdtLocked"/>
            <w:placeholder>
              <w:docPart w:val="6189D1E272D44722B89F0205CF01C257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B6379DF" w14:textId="77777777" w:rsidR="00883B0F" w:rsidRPr="00FC4A77" w:rsidRDefault="00883B0F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4247362E" w14:textId="3F7DE54E" w:rsidR="00883B0F" w:rsidRPr="00FC4A77" w:rsidRDefault="00883B0F" w:rsidP="00E01229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>…gilt bis zum Zwischenzeugnis.</w:t>
            </w:r>
          </w:p>
        </w:tc>
      </w:tr>
      <w:tr w:rsidR="00883B0F" w:rsidRPr="00FC4A77" w14:paraId="5157628F" w14:textId="77777777" w:rsidTr="00883B0F">
        <w:trPr>
          <w:trHeight w:hRule="exact" w:val="284"/>
        </w:trPr>
        <w:tc>
          <w:tcPr>
            <w:tcW w:w="9375" w:type="dxa"/>
            <w:gridSpan w:val="2"/>
            <w:shd w:val="clear" w:color="auto" w:fill="auto"/>
            <w:vAlign w:val="center"/>
          </w:tcPr>
          <w:p w14:paraId="41E034D3" w14:textId="77777777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883B0F" w:rsidRPr="00FC4A77" w14:paraId="17284914" w14:textId="77777777" w:rsidTr="00DE4A9E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-891505015"/>
            <w:lock w:val="sdtLocked"/>
            <w:placeholder>
              <w:docPart w:val="75CFA23BE8FB449FAE55A0B0F53016AF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C23DA7C" w14:textId="7D13034C" w:rsidR="00883B0F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6681A874" w14:textId="6B38F55D" w:rsidR="00883B0F" w:rsidRPr="00FC4A77" w:rsidRDefault="00883B0F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…gilt bis zum Jahreszeugnis.</w:t>
            </w:r>
          </w:p>
        </w:tc>
      </w:tr>
    </w:tbl>
    <w:p w14:paraId="58D380B3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2B8F636F" w14:textId="77777777" w:rsidR="006737F7" w:rsidRPr="00FC4A77" w:rsidRDefault="006737F7" w:rsidP="007B064D">
      <w:pPr>
        <w:rPr>
          <w:rFonts w:ascii="Arial" w:hAnsi="Arial" w:cs="Arial"/>
          <w:sz w:val="24"/>
          <w:szCs w:val="24"/>
        </w:rPr>
      </w:pPr>
    </w:p>
    <w:p w14:paraId="33F4E8B3" w14:textId="41026DC2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 xml:space="preserve">Wenn Sie noch Fragen haben, können Sie gerne ein Gespräch mit der Klassenleitung </w:t>
      </w:r>
      <w:r w:rsidR="006737F7" w:rsidRPr="00FC4A77">
        <w:rPr>
          <w:rFonts w:ascii="Arial" w:hAnsi="Arial" w:cs="Arial"/>
          <w:sz w:val="24"/>
          <w:szCs w:val="24"/>
        </w:rPr>
        <w:t>vereinbaren</w:t>
      </w:r>
      <w:r w:rsidRPr="00FC4A77">
        <w:rPr>
          <w:rFonts w:ascii="Arial" w:hAnsi="Arial" w:cs="Arial"/>
          <w:sz w:val="24"/>
          <w:szCs w:val="24"/>
        </w:rPr>
        <w:t xml:space="preserve">. Die Klassenleitung beantwortet Ihre Fragen gerne. </w:t>
      </w:r>
    </w:p>
    <w:p w14:paraId="38D133F5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4CC30017" w14:textId="2E14FC94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>Für Rückfragen stehen wir</w:t>
      </w:r>
      <w:r w:rsidR="00CA6EF1">
        <w:rPr>
          <w:rFonts w:ascii="Arial" w:hAnsi="Arial" w:cs="Arial"/>
          <w:sz w:val="24"/>
          <w:szCs w:val="24"/>
        </w:rPr>
        <w:t xml:space="preserve"> Ihnen natürlich jederzeit</w:t>
      </w:r>
      <w:r w:rsidRPr="00FC4A77">
        <w:rPr>
          <w:rFonts w:ascii="Arial" w:hAnsi="Arial" w:cs="Arial"/>
          <w:sz w:val="24"/>
          <w:szCs w:val="24"/>
        </w:rPr>
        <w:t xml:space="preserve"> zur Verfügung. </w:t>
      </w:r>
    </w:p>
    <w:p w14:paraId="6FE75422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18939E21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7226228A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  <w:r w:rsidRPr="00FC4A77">
        <w:rPr>
          <w:rFonts w:ascii="Arial" w:hAnsi="Arial" w:cs="Arial"/>
          <w:sz w:val="24"/>
          <w:szCs w:val="24"/>
        </w:rPr>
        <w:t xml:space="preserve">Mit freundlichen Grüßen </w:t>
      </w:r>
    </w:p>
    <w:p w14:paraId="3C07FE12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417"/>
        <w:gridCol w:w="5149"/>
      </w:tblGrid>
      <w:tr w:rsidR="00C219E4" w14:paraId="62614568" w14:textId="77777777" w:rsidTr="00551A54">
        <w:trPr>
          <w:trHeight w:val="340"/>
        </w:trPr>
        <w:sdt>
          <w:sdtPr>
            <w:rPr>
              <w:rFonts w:ascii="Arial" w:hAnsi="Arial" w:cs="Arial"/>
              <w:b/>
              <w:bCs/>
              <w:sz w:val="24"/>
              <w:szCs w:val="24"/>
            </w:rPr>
            <w:alias w:val="Ort, Datum"/>
            <w:tag w:val="Ort, Datum"/>
            <w:id w:val="1377127662"/>
            <w:placeholder>
              <w:docPart w:val="95B222CFD0BD4D4CBADCBCEED469E451"/>
            </w:placeholder>
            <w:text/>
          </w:sdtPr>
          <w:sdtEndPr/>
          <w:sdtContent>
            <w:tc>
              <w:tcPr>
                <w:tcW w:w="3438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48449B6B" w14:textId="77777777" w:rsidR="00C219E4" w:rsidRDefault="00C219E4" w:rsidP="00E01229">
                <w:pP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420" w:type="dxa"/>
          </w:tcPr>
          <w:p w14:paraId="0B0B2BCB" w14:textId="77777777" w:rsidR="00C219E4" w:rsidRDefault="00C219E4" w:rsidP="00E012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14" w:type="dxa"/>
            <w:tcBorders>
              <w:bottom w:val="single" w:sz="4" w:space="0" w:color="auto"/>
            </w:tcBorders>
          </w:tcPr>
          <w:p w14:paraId="469BCF01" w14:textId="77777777" w:rsidR="00C219E4" w:rsidRDefault="00C219E4" w:rsidP="00E0122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219E4" w:rsidRPr="00C219E4" w14:paraId="387576D1" w14:textId="77777777" w:rsidTr="00C219E4">
        <w:trPr>
          <w:trHeight w:val="284"/>
        </w:trPr>
        <w:tc>
          <w:tcPr>
            <w:tcW w:w="3438" w:type="dxa"/>
            <w:tcBorders>
              <w:top w:val="single" w:sz="4" w:space="0" w:color="auto"/>
            </w:tcBorders>
          </w:tcPr>
          <w:p w14:paraId="48B0A423" w14:textId="1A577BA4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gez. Vorname Name</w:t>
            </w:r>
          </w:p>
        </w:tc>
        <w:tc>
          <w:tcPr>
            <w:tcW w:w="420" w:type="dxa"/>
          </w:tcPr>
          <w:p w14:paraId="3B95A822" w14:textId="77777777" w:rsidR="00C219E4" w:rsidRPr="00C219E4" w:rsidRDefault="00C219E4" w:rsidP="00E012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14" w:type="dxa"/>
            <w:tcBorders>
              <w:top w:val="single" w:sz="4" w:space="0" w:color="auto"/>
            </w:tcBorders>
          </w:tcPr>
          <w:p w14:paraId="775FFCE3" w14:textId="2A2D0B68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Unterschrift</w:t>
            </w:r>
          </w:p>
        </w:tc>
      </w:tr>
    </w:tbl>
    <w:p w14:paraId="0D5C0E6A" w14:textId="77777777" w:rsidR="00C219E4" w:rsidRDefault="00C219E4" w:rsidP="00C219E4">
      <w:pPr>
        <w:spacing w:line="360" w:lineRule="auto"/>
      </w:pPr>
    </w:p>
    <w:p w14:paraId="19AACEC9" w14:textId="77777777" w:rsidR="007B064D" w:rsidRPr="00FC4A77" w:rsidRDefault="007B064D" w:rsidP="007B064D">
      <w:pPr>
        <w:rPr>
          <w:rFonts w:ascii="Arial" w:hAnsi="Arial" w:cs="Arial"/>
          <w:sz w:val="24"/>
          <w:szCs w:val="24"/>
        </w:rPr>
      </w:pPr>
    </w:p>
    <w:p w14:paraId="3FCE0B05" w14:textId="0AC0D4C3" w:rsidR="00196217" w:rsidRPr="00FC4A77" w:rsidRDefault="00196217">
      <w:pPr>
        <w:rPr>
          <w:sz w:val="24"/>
          <w:szCs w:val="24"/>
        </w:rPr>
      </w:pPr>
      <w:r w:rsidRPr="00FC4A77">
        <w:rPr>
          <w:sz w:val="24"/>
          <w:szCs w:val="24"/>
        </w:rPr>
        <w:br w:type="page"/>
      </w:r>
    </w:p>
    <w:p w14:paraId="22AEEB5F" w14:textId="77777777" w:rsidR="007B064D" w:rsidRPr="00FC4A77" w:rsidRDefault="007B064D">
      <w:pPr>
        <w:rPr>
          <w:sz w:val="24"/>
          <w:szCs w:val="24"/>
        </w:rPr>
      </w:pPr>
    </w:p>
    <w:p w14:paraId="10A0C30D" w14:textId="77777777" w:rsidR="00196217" w:rsidRPr="00FC4A77" w:rsidRDefault="00196217">
      <w:pPr>
        <w:rPr>
          <w:sz w:val="24"/>
          <w:szCs w:val="24"/>
        </w:rPr>
      </w:pPr>
    </w:p>
    <w:p w14:paraId="02678452" w14:textId="77777777" w:rsidR="00196217" w:rsidRPr="00FC4A77" w:rsidRDefault="00196217">
      <w:pPr>
        <w:rPr>
          <w:sz w:val="24"/>
          <w:szCs w:val="24"/>
        </w:rPr>
      </w:pPr>
    </w:p>
    <w:p w14:paraId="2BE2BCB0" w14:textId="77777777" w:rsidR="00196217" w:rsidRPr="00FC4A77" w:rsidRDefault="00196217" w:rsidP="00196217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C4A77">
        <w:rPr>
          <w:rFonts w:ascii="Arial" w:hAnsi="Arial" w:cs="Arial"/>
          <w:b/>
          <w:sz w:val="24"/>
          <w:szCs w:val="24"/>
          <w:u w:val="single"/>
        </w:rPr>
        <w:t>Rückmeldebogen „Notenaussetzung“ und „DaZ-Note“</w:t>
      </w:r>
    </w:p>
    <w:p w14:paraId="68FF9179" w14:textId="77777777" w:rsidR="00196217" w:rsidRPr="00FC4A77" w:rsidRDefault="00196217" w:rsidP="00196217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2410"/>
        <w:gridCol w:w="2693"/>
      </w:tblGrid>
      <w:tr w:rsidR="00E830B1" w:rsidRPr="00FC4A77" w14:paraId="114D3DB8" w14:textId="77777777" w:rsidTr="00E830B1">
        <w:trPr>
          <w:trHeight w:hRule="exact" w:val="340"/>
        </w:trPr>
        <w:tc>
          <w:tcPr>
            <w:tcW w:w="4111" w:type="dxa"/>
          </w:tcPr>
          <w:p w14:paraId="02D94880" w14:textId="37322448" w:rsidR="00FC4A77" w:rsidRPr="00FC4A77" w:rsidRDefault="00FC4A77" w:rsidP="00B4177C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b/>
                <w:sz w:val="24"/>
                <w:szCs w:val="24"/>
              </w:rPr>
              <w:t>Name des Schülers / der Schülerin</w:t>
            </w:r>
            <w:r w:rsidR="00B4177C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Familienname"/>
            <w:tag w:val="Familienname"/>
            <w:id w:val="1579322714"/>
            <w:lock w:val="sdtLocked"/>
            <w:placeholder>
              <w:docPart w:val="C98C5F7C5ED045B8836D8ADDFDAD699D"/>
            </w:placeholder>
            <w:text/>
          </w:sdtPr>
          <w:sdtEndPr/>
          <w:sdtContent>
            <w:tc>
              <w:tcPr>
                <w:tcW w:w="5103" w:type="dxa"/>
                <w:gridSpan w:val="2"/>
                <w:tcBorders>
                  <w:bottom w:val="single" w:sz="4" w:space="0" w:color="auto"/>
                </w:tcBorders>
                <w:shd w:val="clear" w:color="auto" w:fill="FFFFCC"/>
              </w:tcPr>
              <w:p w14:paraId="64BF131D" w14:textId="77777777" w:rsidR="00FC4A77" w:rsidRPr="00FC4A77" w:rsidRDefault="00FC4A77" w:rsidP="00E0122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FC4A77" w:rsidRPr="00FC4A77" w14:paraId="50A6A940" w14:textId="77777777" w:rsidTr="00E830B1">
        <w:trPr>
          <w:trHeight w:hRule="exact" w:val="284"/>
        </w:trPr>
        <w:tc>
          <w:tcPr>
            <w:tcW w:w="4111" w:type="dxa"/>
          </w:tcPr>
          <w:p w14:paraId="5B4581D3" w14:textId="77777777" w:rsidR="00FC4A77" w:rsidRPr="00DE4A9E" w:rsidRDefault="00FC4A77" w:rsidP="00E0122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14:paraId="14926E85" w14:textId="09FABEE5" w:rsidR="00FC4A77" w:rsidRPr="00DE4A9E" w:rsidRDefault="00FC4A77" w:rsidP="00E01229">
            <w:pPr>
              <w:rPr>
                <w:rFonts w:ascii="Arial" w:hAnsi="Arial" w:cs="Arial"/>
                <w:sz w:val="12"/>
                <w:szCs w:val="12"/>
              </w:rPr>
            </w:pPr>
            <w:r w:rsidRPr="00DE4A9E">
              <w:rPr>
                <w:rFonts w:ascii="Arial" w:hAnsi="Arial" w:cs="Arial"/>
                <w:sz w:val="12"/>
                <w:szCs w:val="12"/>
              </w:rPr>
              <w:t>Familienname</w:t>
            </w:r>
            <w:r w:rsidR="00DE4A9E">
              <w:rPr>
                <w:rFonts w:ascii="Arial" w:hAnsi="Arial" w:cs="Arial"/>
                <w:sz w:val="12"/>
                <w:szCs w:val="12"/>
              </w:rPr>
              <w:t>, Vorname</w:t>
            </w:r>
          </w:p>
        </w:tc>
      </w:tr>
      <w:tr w:rsidR="00FC4A77" w:rsidRPr="00FC4A77" w14:paraId="21BE2019" w14:textId="77777777" w:rsidTr="00E830B1">
        <w:trPr>
          <w:trHeight w:hRule="exact" w:val="340"/>
        </w:trPr>
        <w:tc>
          <w:tcPr>
            <w:tcW w:w="4111" w:type="dxa"/>
          </w:tcPr>
          <w:p w14:paraId="4A316320" w14:textId="55FD858F" w:rsidR="00FC4A77" w:rsidRPr="00FC4A77" w:rsidRDefault="00FC4A77" w:rsidP="00B4177C">
            <w:pPr>
              <w:rPr>
                <w:rFonts w:ascii="Arial" w:hAnsi="Arial" w:cs="Arial"/>
                <w:sz w:val="24"/>
                <w:szCs w:val="24"/>
              </w:rPr>
            </w:pPr>
            <w:r w:rsidRPr="00FC4A77"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Familienname"/>
            <w:tag w:val="Familienname"/>
            <w:id w:val="1560898484"/>
            <w:lock w:val="sdtLocked"/>
            <w:placeholder>
              <w:docPart w:val="4234F945D3F9487DA68E56E45AF89468"/>
            </w:placeholder>
            <w:text/>
          </w:sdtPr>
          <w:sdtEndPr/>
          <w:sdtContent>
            <w:tc>
              <w:tcPr>
                <w:tcW w:w="2410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2F1BEBF6" w14:textId="172E2BAD" w:rsidR="00FC4A77" w:rsidRPr="00FC4A77" w:rsidRDefault="00FC4A77" w:rsidP="00E0122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FC4A77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2693" w:type="dxa"/>
          </w:tcPr>
          <w:p w14:paraId="63B494D2" w14:textId="64D3DEEC" w:rsidR="00FC4A77" w:rsidRPr="00FC4A77" w:rsidRDefault="00FC4A77" w:rsidP="00E012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4A77" w:rsidRPr="00FC4A77" w14:paraId="70DB68B3" w14:textId="77777777" w:rsidTr="00E830B1">
        <w:trPr>
          <w:trHeight w:hRule="exact" w:val="284"/>
        </w:trPr>
        <w:tc>
          <w:tcPr>
            <w:tcW w:w="4111" w:type="dxa"/>
          </w:tcPr>
          <w:p w14:paraId="08BBDF8F" w14:textId="77777777" w:rsidR="00FC4A77" w:rsidRPr="00FC4A77" w:rsidRDefault="00FC4A77" w:rsidP="00E0122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A7C3822" w14:textId="2C4C7F0F" w:rsidR="00FC4A77" w:rsidRPr="00DE4A9E" w:rsidRDefault="00FC4A77" w:rsidP="00E01229">
            <w:pPr>
              <w:rPr>
                <w:rFonts w:ascii="Arial" w:hAnsi="Arial" w:cs="Arial"/>
                <w:sz w:val="12"/>
                <w:szCs w:val="12"/>
              </w:rPr>
            </w:pPr>
            <w:r w:rsidRPr="00DE4A9E">
              <w:rPr>
                <w:rFonts w:ascii="Arial" w:hAnsi="Arial" w:cs="Arial"/>
                <w:sz w:val="12"/>
                <w:szCs w:val="12"/>
              </w:rPr>
              <w:t>Klasse</w:t>
            </w:r>
          </w:p>
        </w:tc>
        <w:tc>
          <w:tcPr>
            <w:tcW w:w="2693" w:type="dxa"/>
          </w:tcPr>
          <w:p w14:paraId="7A823941" w14:textId="77777777" w:rsidR="00FC4A77" w:rsidRPr="00FC4A77" w:rsidRDefault="00FC4A77" w:rsidP="00E012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E84E1F" w14:textId="77777777" w:rsidR="00196217" w:rsidRPr="00FC4A77" w:rsidRDefault="00196217" w:rsidP="00196217">
      <w:pPr>
        <w:rPr>
          <w:rFonts w:ascii="Arial" w:hAnsi="Arial" w:cs="Arial"/>
          <w:sz w:val="24"/>
          <w:szCs w:val="24"/>
        </w:rPr>
      </w:pPr>
    </w:p>
    <w:p w14:paraId="6C9519C5" w14:textId="36647F6B" w:rsidR="00196217" w:rsidRDefault="00FF4385" w:rsidP="00196217">
      <w:pPr>
        <w:rPr>
          <w:rFonts w:ascii="Arial" w:hAnsi="Arial" w:cs="Arial"/>
          <w:b/>
          <w:sz w:val="24"/>
          <w:szCs w:val="24"/>
        </w:rPr>
      </w:pPr>
      <w:r w:rsidRPr="00FC4A77">
        <w:rPr>
          <w:rFonts w:ascii="Arial" w:hAnsi="Arial" w:cs="Arial"/>
          <w:b/>
          <w:sz w:val="24"/>
          <w:szCs w:val="24"/>
        </w:rPr>
        <w:t>1.</w:t>
      </w: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18"/>
        <w:gridCol w:w="274"/>
        <w:gridCol w:w="1606"/>
        <w:gridCol w:w="259"/>
        <w:gridCol w:w="1801"/>
        <w:gridCol w:w="274"/>
        <w:gridCol w:w="1905"/>
        <w:gridCol w:w="283"/>
        <w:gridCol w:w="2700"/>
      </w:tblGrid>
      <w:tr w:rsidR="00DE4A9E" w:rsidRPr="00FC4A77" w14:paraId="4401B57D" w14:textId="77777777" w:rsidTr="00DE4A9E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1599758238"/>
            <w:lock w:val="sdtLocked"/>
            <w:placeholder>
              <w:docPart w:val="EBE126CE38AE40B6B87E63F25F6DFB14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9813BD5" w14:textId="77777777" w:rsidR="00DE4A9E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7DE136D6" w14:textId="5F548A75" w:rsidR="00DE4A9E" w:rsidRPr="00FC4A77" w:rsidRDefault="00DE4A9E" w:rsidP="00E01229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>Ich habe die Vorschläge zur Notenaussetzung erhalten und beantrage sie</w:t>
            </w:r>
          </w:p>
        </w:tc>
      </w:tr>
      <w:tr w:rsidR="00DE4A9E" w:rsidRPr="00FC4A77" w14:paraId="0568CFBF" w14:textId="77777777" w:rsidTr="00DE4A9E">
        <w:trPr>
          <w:trHeight w:hRule="exact" w:val="284"/>
        </w:trPr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6025C2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gridSpan w:val="9"/>
            <w:shd w:val="clear" w:color="auto" w:fill="auto"/>
            <w:tcMar>
              <w:left w:w="85" w:type="dxa"/>
            </w:tcMar>
          </w:tcPr>
          <w:p w14:paraId="339565A2" w14:textId="094DC1AC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entsprechend. Ich</w:t>
            </w:r>
            <w:r w:rsidRPr="00FC4A77">
              <w:rPr>
                <w:bCs/>
                <w:color w:val="FF0000"/>
                <w:sz w:val="24"/>
              </w:rPr>
              <w:t xml:space="preserve"> </w:t>
            </w:r>
            <w:r w:rsidRPr="00FC4A77">
              <w:rPr>
                <w:bCs/>
                <w:sz w:val="24"/>
              </w:rPr>
              <w:t>beantrage die Notenaussetzung gemäß dem Vorschlag</w:t>
            </w:r>
          </w:p>
        </w:tc>
      </w:tr>
      <w:tr w:rsidR="00DE4A9E" w:rsidRPr="00FC4A77" w14:paraId="5A34F575" w14:textId="77777777" w:rsidTr="00DE4A9E">
        <w:trPr>
          <w:trHeight w:hRule="exact" w:val="284"/>
        </w:trPr>
        <w:tc>
          <w:tcPr>
            <w:tcW w:w="255" w:type="dxa"/>
            <w:shd w:val="clear" w:color="auto" w:fill="auto"/>
            <w:vAlign w:val="center"/>
          </w:tcPr>
          <w:p w14:paraId="1EC6081F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gridSpan w:val="9"/>
            <w:shd w:val="clear" w:color="auto" w:fill="auto"/>
            <w:tcMar>
              <w:left w:w="85" w:type="dxa"/>
            </w:tcMar>
          </w:tcPr>
          <w:p w14:paraId="2E32495B" w14:textId="7049F176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der Lehrer für</w:t>
            </w:r>
            <w:r>
              <w:rPr>
                <w:bCs/>
                <w:sz w:val="24"/>
              </w:rPr>
              <w:t>:</w:t>
            </w:r>
          </w:p>
        </w:tc>
      </w:tr>
      <w:tr w:rsidR="00DE4A9E" w:rsidRPr="00FC4A77" w14:paraId="53CFDCAE" w14:textId="77777777" w:rsidTr="00DE4A9E">
        <w:trPr>
          <w:trHeight w:hRule="exact" w:val="284"/>
        </w:trPr>
        <w:tc>
          <w:tcPr>
            <w:tcW w:w="255" w:type="dxa"/>
            <w:shd w:val="clear" w:color="auto" w:fill="auto"/>
            <w:vAlign w:val="center"/>
          </w:tcPr>
          <w:p w14:paraId="1CF0824D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gridSpan w:val="9"/>
            <w:shd w:val="clear" w:color="auto" w:fill="auto"/>
            <w:tcMar>
              <w:left w:w="85" w:type="dxa"/>
            </w:tcMar>
          </w:tcPr>
          <w:p w14:paraId="51C37E44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DE4A9E" w:rsidRPr="00FC4A77" w14:paraId="3DE632C8" w14:textId="77777777" w:rsidTr="00DE4A9E">
        <w:trPr>
          <w:trHeight w:hRule="exact" w:val="284"/>
        </w:trPr>
        <w:tc>
          <w:tcPr>
            <w:tcW w:w="27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007F74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794668941"/>
            <w:lock w:val="sdtLocked"/>
            <w:placeholder>
              <w:docPart w:val="055CD6EE30A845A0A3B1D61F603918ED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126680D" w14:textId="77777777" w:rsidR="00DE4A9E" w:rsidRPr="00FC4A77" w:rsidRDefault="00DE4A9E" w:rsidP="00E01229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6535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 xml:space="preserve"> Mathematik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1576504037"/>
            <w:lock w:val="sdtLocked"/>
            <w:placeholder>
              <w:docPart w:val="066BDF3BE2D9480EB44CFCAECCB9A51C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4A17BB7" w14:textId="77777777" w:rsidR="00DE4A9E" w:rsidRPr="00FC4A77" w:rsidRDefault="00DE4A9E" w:rsidP="00E01229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2280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 xml:space="preserve"> Englisch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668178481"/>
            <w:lock w:val="sdtLocked"/>
            <w:placeholder>
              <w:docPart w:val="20DD49A8526942E384DE800B34D99126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97C6E7B" w14:textId="77777777" w:rsidR="00DE4A9E" w:rsidRPr="00FC4A77" w:rsidRDefault="00DE4A9E" w:rsidP="00E01229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2068" w14:textId="4A03D058" w:rsidR="00DE4A9E" w:rsidRPr="00FC4A77" w:rsidRDefault="00CA6EF1" w:rsidP="00E01229">
            <w:pPr>
              <w:pStyle w:val="Textkrp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DE4A9E" w:rsidRPr="00FC4A77">
              <w:rPr>
                <w:bCs/>
                <w:sz w:val="24"/>
              </w:rPr>
              <w:t>PCB</w:t>
            </w:r>
          </w:p>
        </w:tc>
        <w:sdt>
          <w:sdtPr>
            <w:rPr>
              <w:b/>
              <w:sz w:val="24"/>
            </w:rPr>
            <w:alias w:val="ggf. ankreuzen"/>
            <w:tag w:val="ggf. ankreuzen"/>
            <w:id w:val="-947619934"/>
            <w:lock w:val="sdtLocked"/>
            <w:placeholder>
              <w:docPart w:val="81705A182E42444C99AE1BA886096E8E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8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7792E056" w14:textId="77777777" w:rsidR="00DE4A9E" w:rsidRPr="00FC4A77" w:rsidRDefault="00DE4A9E" w:rsidP="00E01229">
                <w:pPr>
                  <w:pStyle w:val="Textkrper"/>
                  <w:jc w:val="center"/>
                  <w:rPr>
                    <w:bCs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B54A09" w14:textId="0F5CA221" w:rsidR="00DE4A9E" w:rsidRPr="00FC4A77" w:rsidRDefault="00CA6EF1" w:rsidP="00E01229">
            <w:pPr>
              <w:pStyle w:val="Textkrp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DE4A9E" w:rsidRPr="00FC4A77">
              <w:rPr>
                <w:bCs/>
                <w:sz w:val="24"/>
              </w:rPr>
              <w:t>GSE</w:t>
            </w:r>
          </w:p>
        </w:tc>
      </w:tr>
    </w:tbl>
    <w:p w14:paraId="5FC12AAF" w14:textId="77777777" w:rsidR="00DE4A9E" w:rsidRDefault="00DE4A9E" w:rsidP="00FF438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18C1EFF" w14:textId="77777777" w:rsidR="00DE4A9E" w:rsidRPr="00FC4A77" w:rsidRDefault="00DE4A9E" w:rsidP="00DE4A9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C4A77">
        <w:rPr>
          <w:rFonts w:ascii="Arial" w:hAnsi="Arial" w:cs="Arial"/>
          <w:b/>
          <w:bCs/>
          <w:sz w:val="24"/>
          <w:szCs w:val="24"/>
        </w:rPr>
        <w:t>Die Notenaussetzung…</w:t>
      </w: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9120"/>
      </w:tblGrid>
      <w:tr w:rsidR="00DE4A9E" w:rsidRPr="00FC4A77" w14:paraId="7CD70FB2" w14:textId="77777777" w:rsidTr="00E01229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-1293904951"/>
            <w:lock w:val="sdtLocked"/>
            <w:placeholder>
              <w:docPart w:val="9A6F916794F14195B10217BBFDB7700B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578DFC9E" w14:textId="77777777" w:rsidR="00DE4A9E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7D212D62" w14:textId="77777777" w:rsidR="00DE4A9E" w:rsidRPr="00FC4A77" w:rsidRDefault="00DE4A9E" w:rsidP="00E01229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>…gilt bis zum Zwischenzeugnis.</w:t>
            </w:r>
          </w:p>
        </w:tc>
      </w:tr>
      <w:tr w:rsidR="00DE4A9E" w:rsidRPr="00FC4A77" w14:paraId="552D7A80" w14:textId="77777777" w:rsidTr="00E01229">
        <w:trPr>
          <w:trHeight w:hRule="exact" w:val="284"/>
        </w:trPr>
        <w:tc>
          <w:tcPr>
            <w:tcW w:w="9375" w:type="dxa"/>
            <w:gridSpan w:val="2"/>
            <w:shd w:val="clear" w:color="auto" w:fill="auto"/>
            <w:vAlign w:val="center"/>
          </w:tcPr>
          <w:p w14:paraId="61820CAF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</w:p>
        </w:tc>
      </w:tr>
      <w:tr w:rsidR="00DE4A9E" w:rsidRPr="00FC4A77" w14:paraId="339796AE" w14:textId="77777777" w:rsidTr="00E01229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-1852791322"/>
            <w:lock w:val="sdtLocked"/>
            <w:placeholder>
              <w:docPart w:val="C7BF078ED36749208E4615C2DCE491BA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CC1740A" w14:textId="77777777" w:rsidR="00DE4A9E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348D80EB" w14:textId="77777777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…gilt bis zum Jahreszeugnis.</w:t>
            </w:r>
          </w:p>
        </w:tc>
      </w:tr>
    </w:tbl>
    <w:p w14:paraId="597C6CD9" w14:textId="77777777" w:rsidR="00DE4A9E" w:rsidRPr="00FC4A77" w:rsidRDefault="00DE4A9E" w:rsidP="00DE4A9E">
      <w:pPr>
        <w:rPr>
          <w:rFonts w:ascii="Arial" w:hAnsi="Arial" w:cs="Arial"/>
          <w:sz w:val="24"/>
          <w:szCs w:val="24"/>
        </w:rPr>
      </w:pPr>
    </w:p>
    <w:p w14:paraId="1CF567FD" w14:textId="77777777" w:rsidR="00FF4385" w:rsidRPr="00FC4A77" w:rsidRDefault="00FF4385" w:rsidP="00FF438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8790197" w14:textId="653ECFE6" w:rsidR="00FF4385" w:rsidRDefault="00FF4385" w:rsidP="00FF438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C4A77">
        <w:rPr>
          <w:rFonts w:ascii="Arial" w:hAnsi="Arial" w:cs="Arial"/>
          <w:b/>
          <w:bCs/>
          <w:sz w:val="24"/>
          <w:szCs w:val="24"/>
        </w:rPr>
        <w:t>2.</w:t>
      </w:r>
    </w:p>
    <w:tbl>
      <w:tblPr>
        <w:tblStyle w:val="Tabellenraster"/>
        <w:tblW w:w="93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9120"/>
      </w:tblGrid>
      <w:tr w:rsidR="00DE4A9E" w:rsidRPr="00FC4A77" w14:paraId="386E28F1" w14:textId="77777777" w:rsidTr="00DE4A9E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948666696"/>
            <w:lock w:val="sdtLocked"/>
            <w:placeholder>
              <w:docPart w:val="B2330BFEA10B4500A26405031D2E7B25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0218C3F4" w14:textId="77777777" w:rsidR="00DE4A9E" w:rsidRPr="00FC4A77" w:rsidRDefault="00DE4A9E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0B22283B" w14:textId="37630FE4" w:rsidR="00DE4A9E" w:rsidRPr="00FC4A77" w:rsidRDefault="00DE4A9E" w:rsidP="00DE4A9E">
            <w:pPr>
              <w:pStyle w:val="Textkrper"/>
              <w:rPr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Pr="00FC4A77">
              <w:rPr>
                <w:bCs/>
                <w:sz w:val="24"/>
              </w:rPr>
              <w:t>Ich habe von der Benotung im Fach DaZ Kenntnis genommen.</w:t>
            </w:r>
          </w:p>
        </w:tc>
      </w:tr>
      <w:tr w:rsidR="00DE4A9E" w:rsidRPr="00FC4A77" w14:paraId="23C2C759" w14:textId="77777777" w:rsidTr="00C219E4">
        <w:trPr>
          <w:trHeight w:hRule="exact" w:val="851"/>
        </w:trPr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C3A15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shd w:val="clear" w:color="auto" w:fill="auto"/>
            <w:tcMar>
              <w:left w:w="85" w:type="dxa"/>
            </w:tcMar>
            <w:vAlign w:val="center"/>
          </w:tcPr>
          <w:p w14:paraId="415CE4D0" w14:textId="0B31C957" w:rsidR="00DE4A9E" w:rsidRPr="00DE4A9E" w:rsidRDefault="00C219E4" w:rsidP="00DE4A9E">
            <w:pPr>
              <w:pStyle w:val="Textkrp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o</w:t>
            </w:r>
            <w:r w:rsidR="00DE4A9E" w:rsidRPr="00DE4A9E">
              <w:rPr>
                <w:b/>
                <w:bCs/>
                <w:sz w:val="24"/>
              </w:rPr>
              <w:t>der</w:t>
            </w:r>
          </w:p>
        </w:tc>
      </w:tr>
      <w:tr w:rsidR="00C219E4" w:rsidRPr="00FC4A77" w14:paraId="44C4F484" w14:textId="77777777" w:rsidTr="00E01229">
        <w:trPr>
          <w:trHeight w:hRule="exact" w:val="284"/>
        </w:trPr>
        <w:sdt>
          <w:sdtPr>
            <w:rPr>
              <w:b/>
              <w:sz w:val="24"/>
            </w:rPr>
            <w:alias w:val="ggf. ankreuzen"/>
            <w:tag w:val="ggf. ankreuzen"/>
            <w:id w:val="1874421890"/>
            <w:lock w:val="sdtLocked"/>
            <w:placeholder>
              <w:docPart w:val="520A85DAFB2849439EABF03CB6CF24A8"/>
            </w:placeholder>
            <w:comboBox>
              <w:listItem w:displayText="X" w:value="X"/>
              <w:listItem w:displayText=" " w:value=" "/>
            </w:comboBox>
          </w:sdtPr>
          <w:sdtEndPr/>
          <w:sdtContent>
            <w:tc>
              <w:tcPr>
                <w:tcW w:w="2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CC"/>
                <w:vAlign w:val="center"/>
              </w:tcPr>
              <w:p w14:paraId="47FF1955" w14:textId="77777777" w:rsidR="00C219E4" w:rsidRPr="00FC4A77" w:rsidRDefault="00C219E4" w:rsidP="00E01229">
                <w:pPr>
                  <w:pStyle w:val="Textkrper"/>
                  <w:jc w:val="center"/>
                  <w:rPr>
                    <w:b/>
                    <w:sz w:val="24"/>
                  </w:rPr>
                </w:pPr>
                <w:r w:rsidRPr="00FC4A77">
                  <w:rPr>
                    <w:b/>
                    <w:sz w:val="24"/>
                  </w:rPr>
                  <w:t xml:space="preserve"> </w:t>
                </w:r>
              </w:p>
            </w:tc>
          </w:sdtContent>
        </w:sdt>
        <w:tc>
          <w:tcPr>
            <w:tcW w:w="9120" w:type="dxa"/>
            <w:tcBorders>
              <w:left w:val="single" w:sz="4" w:space="0" w:color="auto"/>
            </w:tcBorders>
            <w:shd w:val="clear" w:color="auto" w:fill="auto"/>
            <w:tcMar>
              <w:left w:w="85" w:type="dxa"/>
            </w:tcMar>
          </w:tcPr>
          <w:p w14:paraId="207BB469" w14:textId="013A9DE9" w:rsidR="00C219E4" w:rsidRPr="00FC4A77" w:rsidRDefault="00C219E4" w:rsidP="00C219E4">
            <w:pPr>
              <w:pStyle w:val="Textkrper"/>
              <w:rPr>
                <w:sz w:val="24"/>
              </w:rPr>
            </w:pPr>
            <w:r w:rsidRPr="00FC4A77">
              <w:rPr>
                <w:bCs/>
                <w:sz w:val="24"/>
              </w:rPr>
              <w:t xml:space="preserve">Ich beantrage, dass meine Tochter / mein Sohn </w:t>
            </w:r>
            <w:r w:rsidRPr="00FC4A77">
              <w:rPr>
                <w:b/>
                <w:bCs/>
                <w:sz w:val="24"/>
                <w:u w:val="single"/>
              </w:rPr>
              <w:t>keine</w:t>
            </w:r>
            <w:r w:rsidRPr="00FC4A77">
              <w:rPr>
                <w:bCs/>
                <w:sz w:val="24"/>
              </w:rPr>
              <w:t xml:space="preserve"> Note im Fach „Deutsch als</w:t>
            </w:r>
          </w:p>
        </w:tc>
      </w:tr>
      <w:tr w:rsidR="00DE4A9E" w:rsidRPr="00FC4A77" w14:paraId="5654207D" w14:textId="77777777" w:rsidTr="00DE4A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B46DE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</w:tcPr>
          <w:p w14:paraId="012A7EEE" w14:textId="1670ECAD" w:rsidR="00DE4A9E" w:rsidRPr="00FC4A77" w:rsidRDefault="00C219E4" w:rsidP="00E01229">
            <w:pPr>
              <w:pStyle w:val="Textkrper"/>
              <w:rPr>
                <w:bCs/>
                <w:sz w:val="24"/>
              </w:rPr>
            </w:pPr>
            <w:r w:rsidRPr="00FC4A77">
              <w:rPr>
                <w:bCs/>
                <w:sz w:val="24"/>
              </w:rPr>
              <w:t>Zweitsprache“ (= DaZ) bekommt, sondern eine Note im Fach Deutsch.</w:t>
            </w:r>
          </w:p>
        </w:tc>
      </w:tr>
      <w:tr w:rsidR="00DE4A9E" w:rsidRPr="00FC4A77" w14:paraId="0AB6D22D" w14:textId="77777777" w:rsidTr="00DE4A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746F45CE" w14:textId="77777777" w:rsidR="00DE4A9E" w:rsidRPr="00FC4A77" w:rsidRDefault="00DE4A9E" w:rsidP="00E01229">
            <w:pPr>
              <w:pStyle w:val="Textkrper"/>
              <w:jc w:val="center"/>
              <w:rPr>
                <w:b/>
                <w:sz w:val="24"/>
              </w:rPr>
            </w:pPr>
          </w:p>
        </w:tc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</w:tcPr>
          <w:p w14:paraId="6BD5F8CD" w14:textId="388305B4" w:rsidR="00DE4A9E" w:rsidRPr="00FC4A77" w:rsidRDefault="00DE4A9E" w:rsidP="00E01229">
            <w:pPr>
              <w:pStyle w:val="Textkrper"/>
              <w:rPr>
                <w:bCs/>
                <w:sz w:val="24"/>
              </w:rPr>
            </w:pPr>
          </w:p>
        </w:tc>
      </w:tr>
    </w:tbl>
    <w:p w14:paraId="71001567" w14:textId="77777777" w:rsidR="00DE4A9E" w:rsidRDefault="00DE4A9E" w:rsidP="00FF438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422"/>
        <w:gridCol w:w="5202"/>
      </w:tblGrid>
      <w:tr w:rsidR="00C219E4" w14:paraId="1BE87E3F" w14:textId="77777777" w:rsidTr="00E830B1">
        <w:trPr>
          <w:trHeight w:val="340"/>
        </w:trPr>
        <w:sdt>
          <w:sdtPr>
            <w:rPr>
              <w:rFonts w:ascii="Arial" w:hAnsi="Arial" w:cs="Arial"/>
              <w:b/>
              <w:bCs/>
              <w:sz w:val="24"/>
              <w:szCs w:val="24"/>
            </w:rPr>
            <w:alias w:val="Ort, Datum"/>
            <w:tag w:val="Ort, Datum"/>
            <w:id w:val="1983962053"/>
            <w:lock w:val="sdtLocked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3510" w:type="dxa"/>
                <w:tcBorders>
                  <w:bottom w:val="single" w:sz="4" w:space="0" w:color="auto"/>
                </w:tcBorders>
                <w:shd w:val="clear" w:color="auto" w:fill="FFFFCC"/>
              </w:tcPr>
              <w:p w14:paraId="71D425FA" w14:textId="51AF9D46" w:rsidR="00C219E4" w:rsidRDefault="00C219E4" w:rsidP="00C219E4">
                <w:pP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tc>
          <w:tcPr>
            <w:tcW w:w="426" w:type="dxa"/>
          </w:tcPr>
          <w:p w14:paraId="72C1E0AD" w14:textId="77777777" w:rsidR="00C219E4" w:rsidRDefault="00C219E4" w:rsidP="00C219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276" w:type="dxa"/>
            <w:tcBorders>
              <w:bottom w:val="single" w:sz="4" w:space="0" w:color="auto"/>
            </w:tcBorders>
          </w:tcPr>
          <w:p w14:paraId="12D54C9A" w14:textId="77777777" w:rsidR="00C219E4" w:rsidRDefault="00C219E4" w:rsidP="00C219E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219E4" w:rsidRPr="00C219E4" w14:paraId="750A7F17" w14:textId="77777777" w:rsidTr="00C219E4">
        <w:trPr>
          <w:trHeight w:val="284"/>
        </w:trPr>
        <w:tc>
          <w:tcPr>
            <w:tcW w:w="3510" w:type="dxa"/>
            <w:tcBorders>
              <w:top w:val="single" w:sz="4" w:space="0" w:color="auto"/>
            </w:tcBorders>
          </w:tcPr>
          <w:p w14:paraId="51A2F29B" w14:textId="17D45B08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Ort, Datum</w:t>
            </w:r>
          </w:p>
        </w:tc>
        <w:tc>
          <w:tcPr>
            <w:tcW w:w="426" w:type="dxa"/>
          </w:tcPr>
          <w:p w14:paraId="73420E54" w14:textId="77777777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276" w:type="dxa"/>
            <w:tcBorders>
              <w:top w:val="single" w:sz="4" w:space="0" w:color="auto"/>
            </w:tcBorders>
          </w:tcPr>
          <w:p w14:paraId="482CAD8B" w14:textId="7563DFF1" w:rsidR="00C219E4" w:rsidRPr="00C219E4" w:rsidRDefault="00C219E4" w:rsidP="00C219E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19E4">
              <w:rPr>
                <w:rFonts w:ascii="Arial" w:hAnsi="Arial" w:cs="Arial"/>
                <w:sz w:val="16"/>
                <w:szCs w:val="16"/>
              </w:rPr>
              <w:t>Unterschrift eines Erziehungsberechtigten</w:t>
            </w:r>
          </w:p>
        </w:tc>
      </w:tr>
    </w:tbl>
    <w:p w14:paraId="2B886DA2" w14:textId="3833D26C" w:rsidR="00196217" w:rsidRDefault="00196217" w:rsidP="00C219E4">
      <w:pPr>
        <w:spacing w:line="360" w:lineRule="auto"/>
      </w:pPr>
    </w:p>
    <w:sectPr w:rsidR="00196217" w:rsidSect="002D458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36B94" w14:textId="77777777" w:rsidR="006A1389" w:rsidRDefault="006A1389" w:rsidP="004F2927">
      <w:pPr>
        <w:spacing w:after="0" w:line="240" w:lineRule="auto"/>
      </w:pPr>
      <w:r>
        <w:separator/>
      </w:r>
    </w:p>
  </w:endnote>
  <w:endnote w:type="continuationSeparator" w:id="0">
    <w:p w14:paraId="1F161C83" w14:textId="77777777" w:rsidR="006A1389" w:rsidRDefault="006A1389" w:rsidP="004F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1300F" w14:textId="77777777" w:rsidR="006A1389" w:rsidRDefault="006A1389" w:rsidP="004F2927">
      <w:pPr>
        <w:spacing w:after="0" w:line="240" w:lineRule="auto"/>
      </w:pPr>
      <w:r>
        <w:separator/>
      </w:r>
    </w:p>
  </w:footnote>
  <w:footnote w:type="continuationSeparator" w:id="0">
    <w:p w14:paraId="16AF4F5A" w14:textId="77777777" w:rsidR="006A1389" w:rsidRDefault="006A1389" w:rsidP="004F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8"/>
      <w:gridCol w:w="3002"/>
      <w:gridCol w:w="3002"/>
    </w:tblGrid>
    <w:tr w:rsidR="00F01A2D" w14:paraId="3DA8FEBF" w14:textId="77777777" w:rsidTr="00E01229">
      <w:tc>
        <w:tcPr>
          <w:tcW w:w="3302" w:type="dxa"/>
        </w:tcPr>
        <w:p w14:paraId="5BFA2D9B" w14:textId="77777777" w:rsidR="00F01A2D" w:rsidRDefault="00F01A2D" w:rsidP="00E01229">
          <w:pPr>
            <w:pStyle w:val="Kopfzeile"/>
            <w:tabs>
              <w:tab w:val="clear" w:pos="9072"/>
            </w:tabs>
            <w:rPr>
              <w:rFonts w:ascii="Arial" w:hAnsi="Arial" w:cs="Arial"/>
            </w:rPr>
          </w:pPr>
          <w:r w:rsidRPr="00DF3BA3">
            <w:rPr>
              <w:rFonts w:ascii="Arial" w:hAnsi="Arial" w:cs="Arial"/>
            </w:rPr>
            <w:t>Berater Migration</w:t>
          </w:r>
        </w:p>
        <w:p w14:paraId="27B47E02" w14:textId="77777777" w:rsidR="00F01A2D" w:rsidRDefault="00F01A2D" w:rsidP="00E01229">
          <w:pPr>
            <w:pStyle w:val="Kopfzeile"/>
            <w:tabs>
              <w:tab w:val="clear" w:pos="9072"/>
            </w:tabs>
            <w:rPr>
              <w:rFonts w:ascii="Arial" w:hAnsi="Arial" w:cs="Arial"/>
            </w:rPr>
          </w:pPr>
        </w:p>
        <w:p w14:paraId="5252DF61" w14:textId="3B10358C" w:rsidR="00F01A2D" w:rsidRPr="007454ED" w:rsidRDefault="00F01A2D" w:rsidP="00E01229">
          <w:pPr>
            <w:pStyle w:val="Kopfzeile"/>
            <w:tabs>
              <w:tab w:val="clear" w:pos="9072"/>
            </w:tabs>
            <w:rPr>
              <w:rFonts w:ascii="Arial" w:hAnsi="Arial" w:cs="Arial"/>
              <w:b/>
              <w:i/>
              <w:sz w:val="20"/>
              <w:szCs w:val="20"/>
            </w:rPr>
          </w:pPr>
          <w:r w:rsidRPr="007454ED">
            <w:rPr>
              <w:rFonts w:ascii="Arial" w:hAnsi="Arial" w:cs="Arial"/>
              <w:b/>
              <w:i/>
              <w:sz w:val="20"/>
              <w:szCs w:val="20"/>
            </w:rPr>
            <w:t>Notenaussetzung</w:t>
          </w:r>
          <w:r w:rsidR="007454ED" w:rsidRPr="007454ED">
            <w:rPr>
              <w:rFonts w:ascii="Arial" w:hAnsi="Arial" w:cs="Arial"/>
              <w:b/>
              <w:i/>
              <w:sz w:val="20"/>
              <w:szCs w:val="20"/>
            </w:rPr>
            <w:t xml:space="preserve"> Mittelschule</w:t>
          </w:r>
        </w:p>
      </w:tc>
      <w:tc>
        <w:tcPr>
          <w:tcW w:w="3303" w:type="dxa"/>
          <w:vAlign w:val="center"/>
        </w:tcPr>
        <w:p w14:paraId="50505F1C" w14:textId="77777777" w:rsidR="00F01A2D" w:rsidRDefault="00F01A2D" w:rsidP="00E01229">
          <w:pPr>
            <w:pStyle w:val="Kopfzeile"/>
            <w:tabs>
              <w:tab w:val="clear" w:pos="9072"/>
            </w:tabs>
            <w:jc w:val="center"/>
            <w:rPr>
              <w:rFonts w:ascii="Arial" w:hAnsi="Arial" w:cs="Arial"/>
            </w:rPr>
          </w:pPr>
          <w:r w:rsidRPr="00DF3BA3">
            <w:rPr>
              <w:rFonts w:ascii="Arial" w:hAnsi="Arial" w:cs="Arial"/>
              <w:noProof/>
              <w:lang w:eastAsia="de-DE"/>
            </w:rPr>
            <w:drawing>
              <wp:inline distT="0" distB="0" distL="0" distR="0" wp14:anchorId="1741B723" wp14:editId="4F1B73B5">
                <wp:extent cx="796057" cy="480951"/>
                <wp:effectExtent l="0" t="0" r="4445" b="0"/>
                <wp:docPr id="1" name="Grafik 1" descr="C:\Users\User\AppData\Local\Microsoft\Windows\INetCache\Content.Outlook\N8XZZUQB\wappen_farbig_600x36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AppData\Local\Microsoft\Windows\INetCache\Content.Outlook\N8XZZUQB\wappen_farbig_600x36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7941" cy="4820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3" w:type="dxa"/>
        </w:tcPr>
        <w:p w14:paraId="365D8AF7" w14:textId="77777777" w:rsidR="00F01A2D" w:rsidRDefault="00F01A2D" w:rsidP="00E01229">
          <w:pPr>
            <w:pStyle w:val="Kopfzeile"/>
            <w:tabs>
              <w:tab w:val="clear" w:pos="9072"/>
            </w:tabs>
            <w:jc w:val="right"/>
            <w:rPr>
              <w:rFonts w:ascii="Arial" w:hAnsi="Arial" w:cs="Arial"/>
            </w:rPr>
          </w:pPr>
          <w:r w:rsidRPr="00DF3BA3">
            <w:rPr>
              <w:rFonts w:ascii="Arial" w:hAnsi="Arial" w:cs="Arial"/>
            </w:rPr>
            <w:t>Regierung von</w:t>
          </w:r>
          <w:r>
            <w:rPr>
              <w:rFonts w:ascii="Arial" w:hAnsi="Arial" w:cs="Arial"/>
            </w:rPr>
            <w:t xml:space="preserve"> Mittelfranken</w:t>
          </w:r>
        </w:p>
      </w:tc>
    </w:tr>
  </w:tbl>
  <w:p w14:paraId="3E23CEAF" w14:textId="3EC3527A" w:rsidR="006A1389" w:rsidRPr="00F01A2D" w:rsidRDefault="006A1389" w:rsidP="00F01A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2FFE"/>
    <w:multiLevelType w:val="hybridMultilevel"/>
    <w:tmpl w:val="A2A886F8"/>
    <w:lvl w:ilvl="0" w:tplc="A0FEA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427D0"/>
    <w:multiLevelType w:val="hybridMultilevel"/>
    <w:tmpl w:val="209A03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43B0C"/>
    <w:multiLevelType w:val="hybridMultilevel"/>
    <w:tmpl w:val="D2DCF7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804A5"/>
    <w:multiLevelType w:val="hybridMultilevel"/>
    <w:tmpl w:val="F63CE8F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A271115"/>
    <w:multiLevelType w:val="hybridMultilevel"/>
    <w:tmpl w:val="77A434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B3A75"/>
    <w:multiLevelType w:val="hybridMultilevel"/>
    <w:tmpl w:val="8D6ABEC8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2206D"/>
    <w:multiLevelType w:val="hybridMultilevel"/>
    <w:tmpl w:val="C0700B82"/>
    <w:lvl w:ilvl="0" w:tplc="5218D01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3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D10C5"/>
    <w:multiLevelType w:val="hybridMultilevel"/>
    <w:tmpl w:val="DA22DD60"/>
    <w:lvl w:ilvl="0" w:tplc="A0FEA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047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23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B60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087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0E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524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401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048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40855E6"/>
    <w:multiLevelType w:val="hybridMultilevel"/>
    <w:tmpl w:val="7506FA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5538D"/>
    <w:multiLevelType w:val="hybridMultilevel"/>
    <w:tmpl w:val="371C9D5C"/>
    <w:lvl w:ilvl="0" w:tplc="A0FEA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A3442"/>
    <w:multiLevelType w:val="hybridMultilevel"/>
    <w:tmpl w:val="817CEA84"/>
    <w:lvl w:ilvl="0" w:tplc="6E4488B2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9200F9"/>
    <w:multiLevelType w:val="hybridMultilevel"/>
    <w:tmpl w:val="15C8139A"/>
    <w:lvl w:ilvl="0" w:tplc="B99403F4">
      <w:start w:val="5"/>
      <w:numFmt w:val="bullet"/>
      <w:lvlText w:val="-"/>
      <w:lvlJc w:val="left"/>
      <w:pPr>
        <w:ind w:left="720" w:hanging="360"/>
      </w:pPr>
      <w:rPr>
        <w:rFonts w:ascii="Calibri" w:eastAsia="DengXi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1"/>
  </w:num>
  <w:num w:numId="5">
    <w:abstractNumId w:val="5"/>
  </w:num>
  <w:num w:numId="6">
    <w:abstractNumId w:val="2"/>
  </w:num>
  <w:num w:numId="7">
    <w:abstractNumId w:val="4"/>
  </w:num>
  <w:num w:numId="8">
    <w:abstractNumId w:val="9"/>
  </w:num>
  <w:num w:numId="9">
    <w:abstractNumId w:val="0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nnzC2lhnGM/5Oz/M91NltRRJmg76nmwnsXZzft1MBWvRLva6+RCAVlKVnypQIfEqBS2Cr2EFN0xkLeYe1CCKg==" w:salt="lNcSQpAplwVVH253+SmUI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927"/>
    <w:rsid w:val="00037991"/>
    <w:rsid w:val="000558EF"/>
    <w:rsid w:val="0007209E"/>
    <w:rsid w:val="000819CC"/>
    <w:rsid w:val="00081ACA"/>
    <w:rsid w:val="000909B5"/>
    <w:rsid w:val="00137980"/>
    <w:rsid w:val="00184E0D"/>
    <w:rsid w:val="00196217"/>
    <w:rsid w:val="00207212"/>
    <w:rsid w:val="002768C7"/>
    <w:rsid w:val="002D4583"/>
    <w:rsid w:val="003B1277"/>
    <w:rsid w:val="004F2927"/>
    <w:rsid w:val="005253D3"/>
    <w:rsid w:val="00551A54"/>
    <w:rsid w:val="00555B2D"/>
    <w:rsid w:val="006737F7"/>
    <w:rsid w:val="006A1389"/>
    <w:rsid w:val="006B4FF9"/>
    <w:rsid w:val="00725A79"/>
    <w:rsid w:val="00742AE1"/>
    <w:rsid w:val="007454ED"/>
    <w:rsid w:val="007A7C46"/>
    <w:rsid w:val="007B064D"/>
    <w:rsid w:val="007B124D"/>
    <w:rsid w:val="00845DDC"/>
    <w:rsid w:val="00852E99"/>
    <w:rsid w:val="00883B0F"/>
    <w:rsid w:val="008E2D8F"/>
    <w:rsid w:val="008E5937"/>
    <w:rsid w:val="009077CC"/>
    <w:rsid w:val="00954958"/>
    <w:rsid w:val="00961070"/>
    <w:rsid w:val="00A13E62"/>
    <w:rsid w:val="00A62349"/>
    <w:rsid w:val="00A71F7C"/>
    <w:rsid w:val="00A878CA"/>
    <w:rsid w:val="00AA5BAD"/>
    <w:rsid w:val="00AC784D"/>
    <w:rsid w:val="00AF14CF"/>
    <w:rsid w:val="00B03599"/>
    <w:rsid w:val="00B4177C"/>
    <w:rsid w:val="00BB3F44"/>
    <w:rsid w:val="00BE7FEF"/>
    <w:rsid w:val="00C133FF"/>
    <w:rsid w:val="00C219E4"/>
    <w:rsid w:val="00C71FE6"/>
    <w:rsid w:val="00C7349B"/>
    <w:rsid w:val="00CA6EF1"/>
    <w:rsid w:val="00DE4A9E"/>
    <w:rsid w:val="00E00BB1"/>
    <w:rsid w:val="00E35BCE"/>
    <w:rsid w:val="00E53D8D"/>
    <w:rsid w:val="00E575E2"/>
    <w:rsid w:val="00E73060"/>
    <w:rsid w:val="00E830B1"/>
    <w:rsid w:val="00EE74B1"/>
    <w:rsid w:val="00F01A2D"/>
    <w:rsid w:val="00F47182"/>
    <w:rsid w:val="00F63422"/>
    <w:rsid w:val="00F85D63"/>
    <w:rsid w:val="00F916E1"/>
    <w:rsid w:val="00FC4A77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7DD5EC"/>
  <w15:docId w15:val="{1D2A2095-8060-4199-840F-3CD0695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A5BAD"/>
    <w:pPr>
      <w:spacing w:before="100" w:beforeAutospacing="1" w:after="100" w:afterAutospacing="1" w:line="240" w:lineRule="auto"/>
      <w:outlineLvl w:val="0"/>
    </w:pPr>
    <w:rPr>
      <w:rFonts w:ascii="Times" w:eastAsiaTheme="minorEastAsia" w:hAnsi="Times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4F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2927"/>
  </w:style>
  <w:style w:type="paragraph" w:styleId="Fuzeile">
    <w:name w:val="footer"/>
    <w:basedOn w:val="Standard"/>
    <w:link w:val="FuzeileZchn"/>
    <w:uiPriority w:val="99"/>
    <w:unhideWhenUsed/>
    <w:rsid w:val="004F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2927"/>
  </w:style>
  <w:style w:type="character" w:styleId="Hyperlink">
    <w:name w:val="Hyperlink"/>
    <w:basedOn w:val="Absatz-Standardschriftart"/>
    <w:uiPriority w:val="99"/>
    <w:unhideWhenUsed/>
    <w:rsid w:val="00725A7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25A7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7209E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A13E62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BE7FEF"/>
    <w:pPr>
      <w:spacing w:after="0" w:line="240" w:lineRule="auto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E7FEF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5BAD"/>
    <w:rPr>
      <w:rFonts w:ascii="Times" w:eastAsiaTheme="minorEastAsia" w:hAnsi="Times"/>
      <w:b/>
      <w:bCs/>
      <w:kern w:val="36"/>
      <w:sz w:val="48"/>
      <w:szCs w:val="48"/>
      <w:lang w:eastAsia="de-DE"/>
    </w:rPr>
  </w:style>
  <w:style w:type="character" w:customStyle="1" w:styleId="apple-converted-space">
    <w:name w:val="apple-converted-space"/>
    <w:basedOn w:val="Absatz-Standardschriftart"/>
    <w:rsid w:val="00AA5BAD"/>
  </w:style>
  <w:style w:type="paragraph" w:styleId="StandardWeb">
    <w:name w:val="Normal (Web)"/>
    <w:basedOn w:val="Standard"/>
    <w:uiPriority w:val="99"/>
    <w:unhideWhenUsed/>
    <w:rsid w:val="00AA5BAD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961070"/>
    <w:rPr>
      <w:b/>
      <w:bCs/>
    </w:rPr>
  </w:style>
  <w:style w:type="character" w:customStyle="1" w:styleId="autoren">
    <w:name w:val="autoren"/>
    <w:basedOn w:val="Absatz-Standardschriftart"/>
    <w:rsid w:val="00961070"/>
  </w:style>
  <w:style w:type="table" w:styleId="Tabellenraster">
    <w:name w:val="Table Grid"/>
    <w:basedOn w:val="NormaleTabelle"/>
    <w:uiPriority w:val="39"/>
    <w:rsid w:val="00F01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A2D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01A2D"/>
    <w:rPr>
      <w:color w:val="808080"/>
    </w:rPr>
  </w:style>
  <w:style w:type="paragraph" w:styleId="Textkrper">
    <w:name w:val="Body Text"/>
    <w:basedOn w:val="Standard"/>
    <w:link w:val="TextkrperZchn"/>
    <w:semiHidden/>
    <w:rsid w:val="008E5937"/>
    <w:pPr>
      <w:spacing w:after="0" w:line="240" w:lineRule="auto"/>
    </w:pPr>
    <w:rPr>
      <w:rFonts w:ascii="Arial" w:eastAsia="Times New Roman" w:hAnsi="Arial" w:cs="Arial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E5937"/>
    <w:rPr>
      <w:rFonts w:ascii="Arial" w:eastAsia="Times New Roman" w:hAnsi="Arial" w:cs="Arial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0622BE8B7749158DFA30802FA583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BE3789-335C-4194-8940-1963FBBE10C8}"/>
      </w:docPartPr>
      <w:docPartBody>
        <w:p w:rsidR="0019720C" w:rsidRDefault="00E34457" w:rsidP="00E34457">
          <w:pPr>
            <w:pStyle w:val="E00622BE8B7749158DFA30802FA58369"/>
          </w:pPr>
          <w:r w:rsidRPr="00064D5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BD1F582D5B1415A9DDEE445244B48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6C9295-C29D-440E-9354-82CB2E42CCFD}"/>
      </w:docPartPr>
      <w:docPartBody>
        <w:p w:rsidR="0019720C" w:rsidRDefault="00E34457" w:rsidP="00E34457">
          <w:pPr>
            <w:pStyle w:val="DBD1F582D5B1415A9DDEE445244B48D1"/>
          </w:pPr>
          <w:r w:rsidRPr="00064D58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C460FC-4594-48AC-8E5D-41FA1A20B076}"/>
      </w:docPartPr>
      <w:docPartBody>
        <w:p w:rsidR="0019720C" w:rsidRDefault="00E34457"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0D17979F107497693CBAFFA40BF43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E8D3AC-4A94-4B1B-BF38-447335A9175C}"/>
      </w:docPartPr>
      <w:docPartBody>
        <w:p w:rsidR="0019720C" w:rsidRDefault="00E34457" w:rsidP="00E34457">
          <w:pPr>
            <w:pStyle w:val="90D17979F107497693CBAFFA40BF43A1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9FD4667D0BE41F8AE8A54EB79CCBD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AF41C5-F5D2-47A4-AEC3-71174B0541D6}"/>
      </w:docPartPr>
      <w:docPartBody>
        <w:p w:rsidR="0019720C" w:rsidRDefault="00E34457" w:rsidP="00E34457">
          <w:pPr>
            <w:pStyle w:val="49FD4667D0BE41F8AE8A54EB79CCBD9E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5F92F2-1B35-4CCD-A6BB-D9F5729DCCAB}"/>
      </w:docPartPr>
      <w:docPartBody>
        <w:p w:rsidR="0019720C" w:rsidRDefault="00E34457">
          <w:r w:rsidRPr="00803D56">
            <w:rPr>
              <w:rStyle w:val="Platzhaltertext"/>
            </w:rPr>
            <w:t>Wählen Sie ein Element aus.</w:t>
          </w:r>
        </w:p>
      </w:docPartBody>
    </w:docPart>
    <w:docPart>
      <w:docPartPr>
        <w:name w:val="28FCD99F93534E47BD6C2A297384D9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5C7338-3EA0-43A4-9B0D-A5B35F564931}"/>
      </w:docPartPr>
      <w:docPartBody>
        <w:p w:rsidR="0019720C" w:rsidRDefault="00E34457" w:rsidP="00E34457">
          <w:pPr>
            <w:pStyle w:val="28FCD99F93534E47BD6C2A297384D91F"/>
          </w:pPr>
          <w:r w:rsidRPr="00803D56">
            <w:rPr>
              <w:rStyle w:val="Platzhaltertext"/>
            </w:rPr>
            <w:t>Wählen Sie ein Element aus.</w:t>
          </w:r>
        </w:p>
      </w:docPartBody>
    </w:docPart>
    <w:docPart>
      <w:docPartPr>
        <w:name w:val="1911EDE8565E493FA5F36E495F334B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0A2432-FF68-4EE3-A30D-C9B52EE811A4}"/>
      </w:docPartPr>
      <w:docPartBody>
        <w:p w:rsidR="0019720C" w:rsidRDefault="00E34457" w:rsidP="00E34457">
          <w:pPr>
            <w:pStyle w:val="1911EDE8565E493FA5F36E495F334BF3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C8301162878F4E70BC7A8AA7675743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9498E0-BC36-4B40-8EDC-02D930D507B3}"/>
      </w:docPartPr>
      <w:docPartBody>
        <w:p w:rsidR="0019720C" w:rsidRDefault="00E34457" w:rsidP="00E34457">
          <w:pPr>
            <w:pStyle w:val="C8301162878F4E70BC7A8AA767574336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60B280880E6D47EC86E8168C32FAD4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58415F-B1E3-4648-9116-7D61305FEE42}"/>
      </w:docPartPr>
      <w:docPartBody>
        <w:p w:rsidR="0019720C" w:rsidRDefault="00E34457" w:rsidP="00E34457">
          <w:pPr>
            <w:pStyle w:val="60B280880E6D47EC86E8168C32FAD4F3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5EC3350E812045879C1EF15963DD3B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EA7B1D-E540-4D02-82BD-CD15E103BBFE}"/>
      </w:docPartPr>
      <w:docPartBody>
        <w:p w:rsidR="0019720C" w:rsidRDefault="00E34457" w:rsidP="00E34457">
          <w:pPr>
            <w:pStyle w:val="5EC3350E812045879C1EF15963DD3B99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AA27A3001F6F41F39C8BAF62E6D5CF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D79682-1707-44CC-A945-53EBB51167D3}"/>
      </w:docPartPr>
      <w:docPartBody>
        <w:p w:rsidR="0019720C" w:rsidRDefault="00E34457" w:rsidP="00E34457">
          <w:pPr>
            <w:pStyle w:val="AA27A3001F6F41F39C8BAF62E6D5CF20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A7DA3375FA5D4C258B1AB05918A553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F8D1CE-4867-4B4E-9BAF-ED063A2E0AC7}"/>
      </w:docPartPr>
      <w:docPartBody>
        <w:p w:rsidR="0019720C" w:rsidRDefault="00E34457" w:rsidP="00E34457">
          <w:pPr>
            <w:pStyle w:val="A7DA3375FA5D4C258B1AB05918A5538E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6189D1E272D44722B89F0205CF01C2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D8AE9B-EC81-4A8B-AC0A-85BFAACA2EE9}"/>
      </w:docPartPr>
      <w:docPartBody>
        <w:p w:rsidR="0019720C" w:rsidRDefault="00E34457" w:rsidP="00E34457">
          <w:pPr>
            <w:pStyle w:val="6189D1E272D44722B89F0205CF01C257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C98C5F7C5ED045B8836D8ADDFDAD69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148B03-2531-458C-B0A9-B3128BB349F1}"/>
      </w:docPartPr>
      <w:docPartBody>
        <w:p w:rsidR="0019720C" w:rsidRDefault="00E34457" w:rsidP="00E34457">
          <w:pPr>
            <w:pStyle w:val="C98C5F7C5ED045B8836D8ADDFDAD699D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234F945D3F9487DA68E56E45AF894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90892B-D19C-4D92-AC5F-38B6BDBB4364}"/>
      </w:docPartPr>
      <w:docPartBody>
        <w:p w:rsidR="0019720C" w:rsidRDefault="00E34457" w:rsidP="00E34457">
          <w:pPr>
            <w:pStyle w:val="4234F945D3F9487DA68E56E45AF89468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5CFA23BE8FB449FAE55A0B0F53016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EEB9A7-D31D-486A-9096-B35DA05D7B64}"/>
      </w:docPartPr>
      <w:docPartBody>
        <w:p w:rsidR="0019720C" w:rsidRDefault="00E34457" w:rsidP="00E34457">
          <w:pPr>
            <w:pStyle w:val="75CFA23BE8FB449FAE55A0B0F53016AF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EBE126CE38AE40B6B87E63F25F6DFB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CB3D4B-4478-4D48-A4BE-047B3C8B38C8}"/>
      </w:docPartPr>
      <w:docPartBody>
        <w:p w:rsidR="0019720C" w:rsidRDefault="00E34457" w:rsidP="00E34457">
          <w:pPr>
            <w:pStyle w:val="EBE126CE38AE40B6B87E63F25F6DFB14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055CD6EE30A845A0A3B1D61F603918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32B89F-E0E3-485E-905F-96FA12256B26}"/>
      </w:docPartPr>
      <w:docPartBody>
        <w:p w:rsidR="0019720C" w:rsidRDefault="00E34457" w:rsidP="00E34457">
          <w:pPr>
            <w:pStyle w:val="055CD6EE30A845A0A3B1D61F603918ED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066BDF3BE2D9480EB44CFCAECCB9A5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B0DCEC-372F-4962-A7BE-473D89BF96B8}"/>
      </w:docPartPr>
      <w:docPartBody>
        <w:p w:rsidR="0019720C" w:rsidRDefault="00E34457" w:rsidP="00E34457">
          <w:pPr>
            <w:pStyle w:val="066BDF3BE2D9480EB44CFCAECCB9A51C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20DD49A8526942E384DE800B34D991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4382C6-FC14-4AC6-9440-7062B9E980AD}"/>
      </w:docPartPr>
      <w:docPartBody>
        <w:p w:rsidR="0019720C" w:rsidRDefault="00E34457" w:rsidP="00E34457">
          <w:pPr>
            <w:pStyle w:val="20DD49A8526942E384DE800B34D99126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81705A182E42444C99AE1BA886096E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8F6F87-CC12-4882-9F8D-B6F876716C6B}"/>
      </w:docPartPr>
      <w:docPartBody>
        <w:p w:rsidR="0019720C" w:rsidRDefault="00E34457" w:rsidP="00E34457">
          <w:pPr>
            <w:pStyle w:val="81705A182E42444C99AE1BA886096E8E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9A6F916794F14195B10217BBFDB770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166597-F286-4D5C-A0C3-BF791E8E337A}"/>
      </w:docPartPr>
      <w:docPartBody>
        <w:p w:rsidR="0019720C" w:rsidRDefault="00E34457" w:rsidP="00E34457">
          <w:pPr>
            <w:pStyle w:val="9A6F916794F14195B10217BBFDB7700B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C7BF078ED36749208E4615C2DCE491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6ABBD-91CC-43A8-B05B-E58647D35B89}"/>
      </w:docPartPr>
      <w:docPartBody>
        <w:p w:rsidR="0019720C" w:rsidRDefault="00E34457" w:rsidP="00E34457">
          <w:pPr>
            <w:pStyle w:val="C7BF078ED36749208E4615C2DCE491BA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B2330BFEA10B4500A26405031D2E7B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C0957B-1F42-4E58-84FF-CA998407A8AA}"/>
      </w:docPartPr>
      <w:docPartBody>
        <w:p w:rsidR="0019720C" w:rsidRDefault="00E34457" w:rsidP="00E34457">
          <w:pPr>
            <w:pStyle w:val="B2330BFEA10B4500A26405031D2E7B25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520A85DAFB2849439EABF03CB6CF24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51B187-9A70-4B8A-A0A9-3BFEF29D91A4}"/>
      </w:docPartPr>
      <w:docPartBody>
        <w:p w:rsidR="0019720C" w:rsidRDefault="00E34457" w:rsidP="00E34457">
          <w:pPr>
            <w:pStyle w:val="520A85DAFB2849439EABF03CB6CF24A8"/>
          </w:pPr>
          <w:r w:rsidRPr="00064D58">
            <w:rPr>
              <w:rStyle w:val="Platzhaltertext"/>
            </w:rPr>
            <w:t>Wählen Sie ein Element aus.</w:t>
          </w:r>
        </w:p>
      </w:docPartBody>
    </w:docPart>
    <w:docPart>
      <w:docPartPr>
        <w:name w:val="95B222CFD0BD4D4CBADCBCEED469E4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25852D-D782-400B-AB30-F2E64D123306}"/>
      </w:docPartPr>
      <w:docPartBody>
        <w:p w:rsidR="0019720C" w:rsidRDefault="00E34457" w:rsidP="00E34457">
          <w:pPr>
            <w:pStyle w:val="95B222CFD0BD4D4CBADCBCEED469E451"/>
          </w:pPr>
          <w:r w:rsidRPr="00803D56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457"/>
    <w:rsid w:val="0019720C"/>
    <w:rsid w:val="00E3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4457"/>
    <w:rPr>
      <w:color w:val="808080"/>
    </w:rPr>
  </w:style>
  <w:style w:type="paragraph" w:customStyle="1" w:styleId="E00622BE8B7749158DFA30802FA58369">
    <w:name w:val="E00622BE8B7749158DFA30802FA58369"/>
    <w:rsid w:val="00E34457"/>
  </w:style>
  <w:style w:type="paragraph" w:customStyle="1" w:styleId="DBD1F582D5B1415A9DDEE445244B48D1">
    <w:name w:val="DBD1F582D5B1415A9DDEE445244B48D1"/>
    <w:rsid w:val="00E34457"/>
  </w:style>
  <w:style w:type="paragraph" w:customStyle="1" w:styleId="90D17979F107497693CBAFFA40BF43A1">
    <w:name w:val="90D17979F107497693CBAFFA40BF43A1"/>
    <w:rsid w:val="00E34457"/>
  </w:style>
  <w:style w:type="paragraph" w:customStyle="1" w:styleId="49FD4667D0BE41F8AE8A54EB79CCBD9E">
    <w:name w:val="49FD4667D0BE41F8AE8A54EB79CCBD9E"/>
    <w:rsid w:val="00E34457"/>
  </w:style>
  <w:style w:type="paragraph" w:customStyle="1" w:styleId="28FCD99F93534E47BD6C2A297384D91F">
    <w:name w:val="28FCD99F93534E47BD6C2A297384D91F"/>
    <w:rsid w:val="00E34457"/>
  </w:style>
  <w:style w:type="paragraph" w:customStyle="1" w:styleId="BE41AC723C404013939C94B9986B8B2C">
    <w:name w:val="BE41AC723C404013939C94B9986B8B2C"/>
    <w:rsid w:val="00E34457"/>
  </w:style>
  <w:style w:type="paragraph" w:customStyle="1" w:styleId="CBF9EF246FC14D7AA0AB388F22F152B7">
    <w:name w:val="CBF9EF246FC14D7AA0AB388F22F152B7"/>
    <w:rsid w:val="00E34457"/>
  </w:style>
  <w:style w:type="paragraph" w:customStyle="1" w:styleId="12A78A8B72514953985236E4FE058E24">
    <w:name w:val="12A78A8B72514953985236E4FE058E24"/>
    <w:rsid w:val="00E34457"/>
  </w:style>
  <w:style w:type="paragraph" w:customStyle="1" w:styleId="7D8AF9F333BF46FC9A3A20AB9C0148B8">
    <w:name w:val="7D8AF9F333BF46FC9A3A20AB9C0148B8"/>
    <w:rsid w:val="00E34457"/>
  </w:style>
  <w:style w:type="paragraph" w:customStyle="1" w:styleId="1911EDE8565E493FA5F36E495F334BF3">
    <w:name w:val="1911EDE8565E493FA5F36E495F334BF3"/>
    <w:rsid w:val="00E34457"/>
  </w:style>
  <w:style w:type="paragraph" w:customStyle="1" w:styleId="C8301162878F4E70BC7A8AA767574336">
    <w:name w:val="C8301162878F4E70BC7A8AA767574336"/>
    <w:rsid w:val="00E34457"/>
  </w:style>
  <w:style w:type="paragraph" w:customStyle="1" w:styleId="60B280880E6D47EC86E8168C32FAD4F3">
    <w:name w:val="60B280880E6D47EC86E8168C32FAD4F3"/>
    <w:rsid w:val="00E34457"/>
  </w:style>
  <w:style w:type="paragraph" w:customStyle="1" w:styleId="5EC3350E812045879C1EF15963DD3B99">
    <w:name w:val="5EC3350E812045879C1EF15963DD3B99"/>
    <w:rsid w:val="00E34457"/>
  </w:style>
  <w:style w:type="paragraph" w:customStyle="1" w:styleId="AA27A3001F6F41F39C8BAF62E6D5CF20">
    <w:name w:val="AA27A3001F6F41F39C8BAF62E6D5CF20"/>
    <w:rsid w:val="00E34457"/>
  </w:style>
  <w:style w:type="paragraph" w:customStyle="1" w:styleId="A7DA3375FA5D4C258B1AB05918A5538E">
    <w:name w:val="A7DA3375FA5D4C258B1AB05918A5538E"/>
    <w:rsid w:val="00E34457"/>
  </w:style>
  <w:style w:type="paragraph" w:customStyle="1" w:styleId="6189D1E272D44722B89F0205CF01C257">
    <w:name w:val="6189D1E272D44722B89F0205CF01C257"/>
    <w:rsid w:val="00E34457"/>
  </w:style>
  <w:style w:type="paragraph" w:customStyle="1" w:styleId="C98C5F7C5ED045B8836D8ADDFDAD699D">
    <w:name w:val="C98C5F7C5ED045B8836D8ADDFDAD699D"/>
    <w:rsid w:val="00E34457"/>
  </w:style>
  <w:style w:type="paragraph" w:customStyle="1" w:styleId="4234F945D3F9487DA68E56E45AF89468">
    <w:name w:val="4234F945D3F9487DA68E56E45AF89468"/>
    <w:rsid w:val="00E34457"/>
  </w:style>
  <w:style w:type="paragraph" w:customStyle="1" w:styleId="75CFA23BE8FB449FAE55A0B0F53016AF">
    <w:name w:val="75CFA23BE8FB449FAE55A0B0F53016AF"/>
    <w:rsid w:val="00E34457"/>
  </w:style>
  <w:style w:type="paragraph" w:customStyle="1" w:styleId="EBE126CE38AE40B6B87E63F25F6DFB14">
    <w:name w:val="EBE126CE38AE40B6B87E63F25F6DFB14"/>
    <w:rsid w:val="00E34457"/>
  </w:style>
  <w:style w:type="paragraph" w:customStyle="1" w:styleId="055CD6EE30A845A0A3B1D61F603918ED">
    <w:name w:val="055CD6EE30A845A0A3B1D61F603918ED"/>
    <w:rsid w:val="00E34457"/>
  </w:style>
  <w:style w:type="paragraph" w:customStyle="1" w:styleId="066BDF3BE2D9480EB44CFCAECCB9A51C">
    <w:name w:val="066BDF3BE2D9480EB44CFCAECCB9A51C"/>
    <w:rsid w:val="00E34457"/>
  </w:style>
  <w:style w:type="paragraph" w:customStyle="1" w:styleId="20DD49A8526942E384DE800B34D99126">
    <w:name w:val="20DD49A8526942E384DE800B34D99126"/>
    <w:rsid w:val="00E34457"/>
  </w:style>
  <w:style w:type="paragraph" w:customStyle="1" w:styleId="81705A182E42444C99AE1BA886096E8E">
    <w:name w:val="81705A182E42444C99AE1BA886096E8E"/>
    <w:rsid w:val="00E34457"/>
  </w:style>
  <w:style w:type="paragraph" w:customStyle="1" w:styleId="9A6F916794F14195B10217BBFDB7700B">
    <w:name w:val="9A6F916794F14195B10217BBFDB7700B"/>
    <w:rsid w:val="00E34457"/>
  </w:style>
  <w:style w:type="paragraph" w:customStyle="1" w:styleId="C7BF078ED36749208E4615C2DCE491BA">
    <w:name w:val="C7BF078ED36749208E4615C2DCE491BA"/>
    <w:rsid w:val="00E34457"/>
  </w:style>
  <w:style w:type="paragraph" w:customStyle="1" w:styleId="B2330BFEA10B4500A26405031D2E7B25">
    <w:name w:val="B2330BFEA10B4500A26405031D2E7B25"/>
    <w:rsid w:val="00E34457"/>
  </w:style>
  <w:style w:type="paragraph" w:customStyle="1" w:styleId="88E925734EBE42809BFF64FE125AD94F">
    <w:name w:val="88E925734EBE42809BFF64FE125AD94F"/>
    <w:rsid w:val="00E34457"/>
  </w:style>
  <w:style w:type="paragraph" w:customStyle="1" w:styleId="704891BEF6E74B1C8063C4139C7A4F0B">
    <w:name w:val="704891BEF6E74B1C8063C4139C7A4F0B"/>
    <w:rsid w:val="00E34457"/>
  </w:style>
  <w:style w:type="paragraph" w:customStyle="1" w:styleId="B5C017DA88CF4F489F46492E9DB5574B">
    <w:name w:val="B5C017DA88CF4F489F46492E9DB5574B"/>
    <w:rsid w:val="00E34457"/>
  </w:style>
  <w:style w:type="paragraph" w:customStyle="1" w:styleId="520A85DAFB2849439EABF03CB6CF24A8">
    <w:name w:val="520A85DAFB2849439EABF03CB6CF24A8"/>
    <w:rsid w:val="00E34457"/>
  </w:style>
  <w:style w:type="paragraph" w:customStyle="1" w:styleId="95B222CFD0BD4D4CBADCBCEED469E451">
    <w:name w:val="95B222CFD0BD4D4CBADCBCEED469E451"/>
    <w:rsid w:val="00E344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7CE6-1721-4E42-BC48-4285C9CE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B49266C9.dotm</Template>
  <TotalTime>0</TotalTime>
  <Pages>3</Pages>
  <Words>440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keine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 323652_1</dc:creator>
  <cp:lastModifiedBy>Holler, Ulrike (RMFR)</cp:lastModifiedBy>
  <cp:revision>5</cp:revision>
  <cp:lastPrinted>2020-02-11T07:49:00Z</cp:lastPrinted>
  <dcterms:created xsi:type="dcterms:W3CDTF">2020-02-11T07:59:00Z</dcterms:created>
  <dcterms:modified xsi:type="dcterms:W3CDTF">2020-02-12T07:57:00Z</dcterms:modified>
</cp:coreProperties>
</file>